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724DDA46" w:rsidR="00F422D3" w:rsidRPr="002F684C" w:rsidRDefault="00F422D3" w:rsidP="00BB1390">
      <w:pPr>
        <w:pStyle w:val="Titul2"/>
      </w:pPr>
      <w:r>
        <w:t xml:space="preserve">Název </w:t>
      </w:r>
      <w:r w:rsidRPr="002F684C">
        <w:t>zakázky: „</w:t>
      </w:r>
      <w:r w:rsidR="00C335A0" w:rsidRPr="002F684C">
        <w:t>Rekonstrukce a doplnění závor na přejezdech v km 86,773 (P5123) a v km 87,534 (P</w:t>
      </w:r>
      <w:r w:rsidR="002B2238" w:rsidRPr="002F684C">
        <w:t>5124) trati Týniště nad Orlicí -</w:t>
      </w:r>
      <w:r w:rsidR="00C335A0" w:rsidRPr="002F684C">
        <w:t xml:space="preserve"> Meziměstí</w:t>
      </w:r>
      <w:r w:rsidRPr="002F684C">
        <w:t>“</w:t>
      </w:r>
    </w:p>
    <w:p w14:paraId="5FBE9C99" w14:textId="77777777" w:rsidR="00F422D3" w:rsidRPr="000C2B01" w:rsidRDefault="00F422D3" w:rsidP="00B42F40">
      <w:pPr>
        <w:pStyle w:val="Nadpisbezsl1-2"/>
      </w:pPr>
      <w:r w:rsidRPr="002F684C">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15B5776" w:rsidR="00F422D3" w:rsidRDefault="00F422D3" w:rsidP="00B42F40">
      <w:pPr>
        <w:pStyle w:val="Textbezodsazen"/>
      </w:pPr>
      <w:r>
        <w:t>ISPROFOND</w:t>
      </w:r>
      <w:r w:rsidR="00A07DDA">
        <w:t>/SUBISPROFIN</w:t>
      </w:r>
      <w:r>
        <w:t xml:space="preserve">: </w:t>
      </w:r>
      <w:r w:rsidR="002B2238" w:rsidRPr="002B2238">
        <w:t>3273514800</w:t>
      </w:r>
      <w:r w:rsidR="002B2238">
        <w:t>/</w:t>
      </w:r>
      <w:r w:rsidR="002B2238" w:rsidRPr="002B2238">
        <w:t>5523520057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1EEF25F" w:rsidR="007D26F9" w:rsidRPr="00C335A0" w:rsidRDefault="007D26F9" w:rsidP="00BC5BDD">
      <w:pPr>
        <w:pStyle w:val="Text1-1"/>
      </w:pPr>
      <w:r>
        <w:t xml:space="preserve">Objednatel oznámil </w:t>
      </w:r>
      <w:r w:rsidR="00121010" w:rsidRPr="00C335A0">
        <w:t xml:space="preserve">uveřejněním na Profilu zadavatele: </w:t>
      </w:r>
      <w:hyperlink r:id="rId11" w:history="1">
        <w:r w:rsidR="00121010" w:rsidRPr="00C335A0">
          <w:rPr>
            <w:rStyle w:val="Hypertextovodkaz"/>
            <w:noProof w:val="0"/>
          </w:rPr>
          <w:t>https://zakazky.spravazeleznic.cz/</w:t>
        </w:r>
      </w:hyperlink>
      <w:r w:rsidR="00121010" w:rsidRPr="00C335A0">
        <w:t xml:space="preserve"> d</w:t>
      </w:r>
      <w:r w:rsidR="00121010">
        <w:t xml:space="preserve">ne </w:t>
      </w:r>
      <w:r w:rsidR="009C7622">
        <w:t>5. 6. 2023</w:t>
      </w:r>
      <w:bookmarkStart w:id="0" w:name="_GoBack"/>
      <w:bookmarkEnd w:id="0"/>
      <w:r w:rsidR="00121010">
        <w:t xml:space="preserve"> </w:t>
      </w:r>
      <w:r>
        <w:t>svůj úmysl zadat veřejnou zakázku</w:t>
      </w:r>
      <w:r w:rsidR="00A349C6">
        <w:t xml:space="preserve"> s </w:t>
      </w:r>
      <w:r w:rsidRPr="00C335A0">
        <w:t>názvem „</w:t>
      </w:r>
      <w:r w:rsidR="00C335A0" w:rsidRPr="00C335A0">
        <w:rPr>
          <w:b/>
        </w:rPr>
        <w:t>Rekonstrukce a doplnění závor na přejezdech v km 86,773 (P5123) a v km 87,534 (P</w:t>
      </w:r>
      <w:r w:rsidR="002F684C">
        <w:rPr>
          <w:b/>
        </w:rPr>
        <w:t>5124) trati Týniště nad Orlicí -</w:t>
      </w:r>
      <w:r w:rsidR="00C335A0" w:rsidRPr="00C335A0">
        <w:rPr>
          <w:b/>
        </w:rPr>
        <w:t xml:space="preserve"> Meziměstí</w:t>
      </w:r>
      <w:r w:rsidRPr="00C335A0">
        <w:t>“ (dále jen „</w:t>
      </w:r>
      <w:r w:rsidRPr="00C335A0">
        <w:rPr>
          <w:rStyle w:val="Tun"/>
        </w:rPr>
        <w:t>Veřejná zakázka</w:t>
      </w:r>
      <w:r w:rsidRPr="00C335A0">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63837A6B"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C335A0">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0BBDD771" w:rsidR="007D26F9" w:rsidRDefault="007D26F9" w:rsidP="00BC5BDD">
      <w:pPr>
        <w:pStyle w:val="Textbezslovn"/>
      </w:pPr>
      <w:r w:rsidRPr="00517C97">
        <w:rPr>
          <w:b/>
        </w:rPr>
        <w:t>Lhůta pro dokončení stavebních prací</w:t>
      </w:r>
      <w:r>
        <w:t xml:space="preserve"> činí celkem </w:t>
      </w:r>
      <w:r w:rsidR="003D3C3E">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5588DF03" w:rsidR="007D26F9" w:rsidRPr="003D3C3E" w:rsidRDefault="007D26F9" w:rsidP="00BC5BDD">
      <w:pPr>
        <w:pStyle w:val="Textbezslovn"/>
      </w:pPr>
      <w:r w:rsidRPr="00C335A0">
        <w:rPr>
          <w:b/>
        </w:rPr>
        <w:t>Předání posouzení interoperability</w:t>
      </w:r>
      <w:r w:rsidRPr="00C335A0">
        <w:t xml:space="preserve">, včetně zajištění všech souvisejících dokladů, podle ust. § 49b zákona 266/1994 Sb. ve znění pozdějších předpisů, </w:t>
      </w:r>
      <w:r w:rsidRPr="00C335A0">
        <w:rPr>
          <w:b/>
        </w:rPr>
        <w:t>předání osvědčení</w:t>
      </w:r>
      <w:r w:rsidR="00A349C6" w:rsidRPr="00C335A0">
        <w:rPr>
          <w:b/>
        </w:rPr>
        <w:t xml:space="preserve"> o </w:t>
      </w:r>
      <w:r w:rsidRPr="00C335A0">
        <w:rPr>
          <w:b/>
        </w:rPr>
        <w:t>bezpečnosti</w:t>
      </w:r>
      <w:r w:rsidRPr="00C335A0">
        <w:t xml:space="preserve"> zpracovaného nezávislým posuzovatelem podle prováděcího nařízení Komise (EU) č. 402/2013 ze dne 30. dubna 2013</w:t>
      </w:r>
      <w:r w:rsidR="00A349C6" w:rsidRPr="00C335A0">
        <w:t xml:space="preserve"> o </w:t>
      </w:r>
      <w:r w:rsidRPr="00C335A0">
        <w:t>společné bezpečnostní metodě pro hodnocení</w:t>
      </w:r>
      <w:r w:rsidR="00A349C6" w:rsidRPr="00C335A0">
        <w:t xml:space="preserve"> a </w:t>
      </w:r>
      <w:r w:rsidRPr="00C335A0">
        <w:t>posuzování rizik</w:t>
      </w:r>
      <w:r w:rsidR="00A349C6" w:rsidRPr="00C335A0">
        <w:t xml:space="preserve"> a o </w:t>
      </w:r>
      <w:r w:rsidRPr="00C335A0">
        <w:t>zrušení nařízení (ES) č</w:t>
      </w:r>
      <w:r>
        <w:t xml:space="preserve">.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w:t>
      </w:r>
      <w:r w:rsidRPr="003D3C3E">
        <w:t xml:space="preserve">nejpozději do </w:t>
      </w:r>
      <w:r w:rsidR="00C335A0" w:rsidRPr="003D3C3E">
        <w:rPr>
          <w:b/>
        </w:rPr>
        <w:t>3</w:t>
      </w:r>
      <w:r w:rsidRPr="003D3C3E">
        <w:rPr>
          <w:rStyle w:val="Tun"/>
        </w:rPr>
        <w:t xml:space="preserve"> měsíců</w:t>
      </w:r>
      <w:r w:rsidRPr="003D3C3E">
        <w:rPr>
          <w:b/>
        </w:rPr>
        <w:t xml:space="preserve"> ode dne podpisu posledního Zápisu</w:t>
      </w:r>
      <w:r w:rsidR="00A349C6" w:rsidRPr="003D3C3E">
        <w:rPr>
          <w:b/>
        </w:rPr>
        <w:t xml:space="preserve"> o </w:t>
      </w:r>
      <w:r w:rsidRPr="003D3C3E">
        <w:rPr>
          <w:b/>
        </w:rPr>
        <w:t>předání</w:t>
      </w:r>
      <w:r w:rsidR="00A349C6" w:rsidRPr="003D3C3E">
        <w:rPr>
          <w:b/>
        </w:rPr>
        <w:t xml:space="preserve"> a </w:t>
      </w:r>
      <w:r w:rsidRPr="003D3C3E">
        <w:rPr>
          <w:b/>
        </w:rPr>
        <w:t>převzetí Díla</w:t>
      </w:r>
      <w:r w:rsidRPr="003D3C3E">
        <w:t>.</w:t>
      </w:r>
    </w:p>
    <w:p w14:paraId="6DF2692A" w14:textId="6EA2B187" w:rsidR="007D26F9" w:rsidRPr="003D3C3E" w:rsidRDefault="007D26F9" w:rsidP="00BC5BDD">
      <w:pPr>
        <w:pStyle w:val="Textbezslovn"/>
      </w:pPr>
      <w:r w:rsidRPr="003D3C3E">
        <w:lastRenderedPageBreak/>
        <w:t>Lhůty stanovené</w:t>
      </w:r>
      <w:r w:rsidR="00A349C6" w:rsidRPr="003D3C3E">
        <w:t xml:space="preserve"> </w:t>
      </w:r>
      <w:r w:rsidR="007C0E5F" w:rsidRPr="003D3C3E">
        <w:t xml:space="preserve">v podčl. 1.11.5.1 Kapitoly 1 TKP staveb státních drah </w:t>
      </w:r>
      <w:r w:rsidR="00A349C6" w:rsidRPr="003D3C3E">
        <w:t>a </w:t>
      </w:r>
      <w:r w:rsidRPr="003D3C3E">
        <w:t>lhůty stanovené</w:t>
      </w:r>
      <w:r w:rsidR="00A349C6" w:rsidRPr="003D3C3E">
        <w:t xml:space="preserve"> v </w:t>
      </w:r>
      <w:r w:rsidRPr="003D3C3E">
        <w:t>odst. 2.10</w:t>
      </w:r>
      <w:r w:rsidR="00A349C6" w:rsidRPr="003D3C3E">
        <w:t xml:space="preserve"> a </w:t>
      </w:r>
      <w:r w:rsidRPr="003D3C3E">
        <w:t>2.11 Obchodních podmínek se</w:t>
      </w:r>
      <w:r w:rsidR="00A349C6" w:rsidRPr="003D3C3E">
        <w:t xml:space="preserve"> v </w:t>
      </w:r>
      <w:r w:rsidRPr="003D3C3E">
        <w:t xml:space="preserve">případě této Smlouvy nepoužijí. </w:t>
      </w:r>
    </w:p>
    <w:p w14:paraId="70B769A1" w14:textId="77777777" w:rsidR="007D26F9" w:rsidRPr="003D3C3E" w:rsidRDefault="007D26F9" w:rsidP="00BC5BDD">
      <w:pPr>
        <w:pStyle w:val="Text1-1"/>
      </w:pPr>
      <w:r w:rsidRPr="003D3C3E">
        <w:t>Práva</w:t>
      </w:r>
      <w:r w:rsidR="00A349C6" w:rsidRPr="003D3C3E">
        <w:t xml:space="preserve"> a </w:t>
      </w:r>
      <w:r w:rsidRPr="003D3C3E">
        <w:t>povinnosti smluvních stran se řídí touto Smlouvou včetně jejích příloh. V</w:t>
      </w:r>
      <w:r w:rsidR="008F7242" w:rsidRPr="003D3C3E">
        <w:t> </w:t>
      </w:r>
      <w:r w:rsidRPr="003D3C3E">
        <w:t>případě jakéhokoliv rozporu mezi textem této Smlouvy</w:t>
      </w:r>
      <w:r w:rsidR="00A349C6" w:rsidRPr="003D3C3E">
        <w:t xml:space="preserve"> a </w:t>
      </w:r>
      <w:r w:rsidRPr="003D3C3E">
        <w:t>textem jejích příloh se použije zvláštní úprava obsažená</w:t>
      </w:r>
      <w:r w:rsidR="00A349C6" w:rsidRPr="003D3C3E">
        <w:t xml:space="preserve"> v </w:t>
      </w:r>
      <w:r w:rsidRPr="003D3C3E">
        <w:t>textu této Smlouvy.</w:t>
      </w:r>
    </w:p>
    <w:p w14:paraId="475C2D7D" w14:textId="77777777" w:rsidR="007D26F9" w:rsidRDefault="007D26F9" w:rsidP="00BC5BDD">
      <w:pPr>
        <w:pStyle w:val="Text1-1"/>
      </w:pPr>
      <w:r w:rsidRPr="003D3C3E">
        <w:t>Ust. § 2605 odst. 1</w:t>
      </w:r>
      <w:r w:rsidR="00A349C6" w:rsidRPr="003D3C3E">
        <w:t xml:space="preserve"> a </w:t>
      </w:r>
      <w:r w:rsidRPr="003D3C3E">
        <w:t>ust. § 2628 občanského zákoníku se nepoužije. Dílo je provedeno tehdy, je-li dokončeno řádně</w:t>
      </w:r>
      <w:r w:rsidR="00A349C6" w:rsidRPr="003D3C3E">
        <w:t xml:space="preserve"> a </w:t>
      </w:r>
      <w:r w:rsidRPr="003D3C3E">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 xml:space="preserve">podání nabídky je Objednatel </w:t>
      </w:r>
      <w:r>
        <w:lastRenderedPageBreak/>
        <w:t>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7C7F0613" w:rsidR="004A36B7" w:rsidRPr="00CF42C9" w:rsidRDefault="00513DFF" w:rsidP="004A36B7">
      <w:pPr>
        <w:numPr>
          <w:ilvl w:val="2"/>
          <w:numId w:val="34"/>
        </w:numPr>
        <w:spacing w:after="120" w:line="264" w:lineRule="auto"/>
        <w:jc w:val="both"/>
        <w:rPr>
          <w:sz w:val="18"/>
          <w:szCs w:val="18"/>
        </w:rPr>
      </w:pPr>
      <w:r w:rsidRPr="00513DFF">
        <w:rPr>
          <w:rFonts w:eastAsia="Times New Roman" w:cs="Times New Roman"/>
          <w:sz w:val="18"/>
          <w:szCs w:val="18"/>
        </w:rPr>
        <w:t>Jednání, která budou probíhat při provádění Díla, se  budou konat primárně distančním způsobem (elektronicky, např. MS Teams, Google meet, atp.), pokud nebude nutné, aby byly spojeny s místním šetřením.</w:t>
      </w:r>
    </w:p>
    <w:p w14:paraId="31B9FDA1" w14:textId="79BCF61B"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3D3C3E"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w:t>
      </w:r>
      <w:r w:rsidRPr="003D3C3E">
        <w:rPr>
          <w:rFonts w:eastAsia="Times New Roman" w:cs="Times New Roman"/>
          <w:sz w:val="18"/>
          <w:szCs w:val="18"/>
        </w:rPr>
        <w:t xml:space="preserve">účastníků. </w:t>
      </w:r>
    </w:p>
    <w:p w14:paraId="3E9D6F49" w14:textId="77777777" w:rsidR="007A0137" w:rsidRPr="003D3C3E" w:rsidRDefault="007A0137" w:rsidP="007A0137">
      <w:pPr>
        <w:pStyle w:val="Text1-1"/>
        <w:numPr>
          <w:ilvl w:val="1"/>
          <w:numId w:val="9"/>
        </w:numPr>
      </w:pPr>
      <w:r w:rsidRPr="003D3C3E">
        <w:lastRenderedPageBreak/>
        <w:t>Objednatel si vyhrazuje:</w:t>
      </w:r>
    </w:p>
    <w:p w14:paraId="38C30A41" w14:textId="77777777" w:rsidR="007A0137" w:rsidRPr="003D3C3E" w:rsidRDefault="007A0137" w:rsidP="007A0137">
      <w:pPr>
        <w:pStyle w:val="Text1-2"/>
        <w:numPr>
          <w:ilvl w:val="0"/>
          <w:numId w:val="0"/>
        </w:numPr>
        <w:ind w:left="1134"/>
      </w:pPr>
      <w:r w:rsidRPr="003D3C3E">
        <w:t>požadavek, že ní</w:t>
      </w:r>
      <w:r w:rsidRPr="003D3C3E">
        <w:rPr>
          <w:rStyle w:val="Text1-2Char"/>
        </w:rPr>
        <w:t>ž</w:t>
      </w:r>
      <w:r w:rsidRPr="003D3C3E">
        <w:t>e uvedené významné činnosti při plnění veřejné zakázky musí být plněny přímo Zhotovitelem jeho vlastními prostředky:</w:t>
      </w:r>
    </w:p>
    <w:p w14:paraId="1ABCCAB2" w14:textId="31364620" w:rsidR="007A0137" w:rsidRPr="003D3C3E" w:rsidRDefault="00C335A0" w:rsidP="00C335A0">
      <w:pPr>
        <w:pStyle w:val="Odrka1-3"/>
        <w:numPr>
          <w:ilvl w:val="2"/>
          <w:numId w:val="6"/>
        </w:numPr>
      </w:pPr>
      <w:r w:rsidRPr="003D3C3E">
        <w:rPr>
          <w:b/>
          <w:bCs/>
        </w:rPr>
        <w:t>PS 01-01-31 Úprava zabezpečení P5123, PS 01-01-32 Úprava zabezpečení P5124</w:t>
      </w:r>
    </w:p>
    <w:p w14:paraId="47A533B4" w14:textId="0680791C" w:rsidR="009445AE" w:rsidRPr="003D3C3E" w:rsidRDefault="009445AE" w:rsidP="009445AE">
      <w:pPr>
        <w:pStyle w:val="Text1-1"/>
        <w:numPr>
          <w:ilvl w:val="1"/>
          <w:numId w:val="9"/>
        </w:numPr>
      </w:pPr>
      <w:r w:rsidRPr="003D3C3E">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 </w:t>
      </w:r>
    </w:p>
    <w:p w14:paraId="7C62739E" w14:textId="6A5FF13E" w:rsidR="007A0137" w:rsidRPr="003D3C3E" w:rsidRDefault="007A0137" w:rsidP="00C335A0">
      <w:pPr>
        <w:pStyle w:val="Text1-1"/>
        <w:numPr>
          <w:ilvl w:val="1"/>
          <w:numId w:val="9"/>
        </w:numPr>
      </w:pPr>
      <w:r w:rsidRPr="003D3C3E">
        <w:t>NEOBSAZENO.</w:t>
      </w:r>
    </w:p>
    <w:p w14:paraId="4F8E44FE" w14:textId="77777777" w:rsidR="00CC7CAD" w:rsidRPr="003D3C3E" w:rsidRDefault="00CC7CAD" w:rsidP="00CC7CAD">
      <w:pPr>
        <w:pStyle w:val="Text1-1"/>
        <w:numPr>
          <w:ilvl w:val="1"/>
          <w:numId w:val="9"/>
        </w:numPr>
      </w:pPr>
      <w:r w:rsidRPr="003D3C3E">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lastRenderedPageBreak/>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3D3C3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 xml:space="preserve">donucujících ustanovení právních předpisů jinak. Smluvní strany se zavazují bez zbytečného odkladu po výzvě kterékoliv strany takové neplatné či nevynutitelné ustanovení </w:t>
      </w:r>
      <w:r w:rsidRPr="003D3C3E">
        <w:t>nahradit platným</w:t>
      </w:r>
      <w:r w:rsidR="00A349C6" w:rsidRPr="003D3C3E">
        <w:t xml:space="preserve"> a </w:t>
      </w:r>
      <w:r w:rsidRPr="003D3C3E">
        <w:t>vynutitelným ustanovením, které je svým obsahem nejbližší účelu neplatného či nevynutitelného ustanovení.</w:t>
      </w:r>
    </w:p>
    <w:p w14:paraId="06138B25" w14:textId="0A714B3A" w:rsidR="00D34052" w:rsidRPr="003D3C3E" w:rsidRDefault="00D34052" w:rsidP="00D34052">
      <w:pPr>
        <w:pStyle w:val="Text1-1"/>
      </w:pPr>
      <w:r w:rsidRPr="003D3C3E">
        <w:t xml:space="preserve">Tato Smlouva je </w:t>
      </w:r>
      <w:r w:rsidR="009445AE" w:rsidRPr="003D3C3E">
        <w:t xml:space="preserve">vyhotovena </w:t>
      </w:r>
      <w:r w:rsidRPr="003D3C3E">
        <w:t>elektronick</w:t>
      </w:r>
      <w:r w:rsidR="009445AE" w:rsidRPr="003D3C3E">
        <w:t xml:space="preserve">y a podepsána </w:t>
      </w:r>
      <w:r w:rsidRPr="003D3C3E">
        <w:t xml:space="preserve">zaručeným elektronickým podpisem </w:t>
      </w:r>
      <w:r w:rsidR="009445AE" w:rsidRPr="003D3C3E">
        <w:t>založeným na kvalifikovaném certifikátu pro elektronický podpis nebo kvalifikovaným podpisem.</w:t>
      </w:r>
    </w:p>
    <w:p w14:paraId="38774F9C" w14:textId="77777777" w:rsidR="007D26F9" w:rsidRDefault="007D26F9" w:rsidP="00342DC7">
      <w:pPr>
        <w:pStyle w:val="Text1-1"/>
      </w:pPr>
      <w:r w:rsidRPr="003D3C3E">
        <w:t>Obě Smluvní strany souhlasí</w:t>
      </w:r>
      <w:r w:rsidR="00A349C6" w:rsidRPr="003D3C3E">
        <w:t xml:space="preserve"> v </w:t>
      </w:r>
      <w:r w:rsidRPr="003D3C3E">
        <w:t>souvislosti</w:t>
      </w:r>
      <w:r w:rsidR="00A349C6" w:rsidRPr="003D3C3E">
        <w:t xml:space="preserve"> s </w:t>
      </w:r>
      <w:r w:rsidRPr="003D3C3E">
        <w:t>aplikací zákona č. 340/2015 Sb. (zákon</w:t>
      </w:r>
      <w:r w:rsidR="00A349C6" w:rsidRPr="003D3C3E">
        <w:t xml:space="preserve"> o </w:t>
      </w:r>
      <w:r w:rsidRPr="003D3C3E">
        <w:t>registru smluv, dále jen ZRS)</w:t>
      </w:r>
      <w:r w:rsidR="00A349C6" w:rsidRPr="003D3C3E">
        <w:t xml:space="preserve"> s </w:t>
      </w:r>
      <w:r w:rsidRPr="003D3C3E">
        <w:t>uveřejněním této Smlouvy</w:t>
      </w:r>
      <w:r w:rsidR="00A349C6" w:rsidRPr="003D3C3E">
        <w:t xml:space="preserve"> v </w:t>
      </w:r>
      <w:r w:rsidRPr="003D3C3E">
        <w:t>registru smluv</w:t>
      </w:r>
      <w:r w:rsidR="00A349C6" w:rsidRPr="003D3C3E">
        <w:t xml:space="preserve"> v </w:t>
      </w:r>
      <w:r w:rsidRPr="003D3C3E">
        <w:t>rozsahu vyžadovaném ZRS</w:t>
      </w:r>
      <w:r w:rsidR="00A349C6" w:rsidRPr="003D3C3E">
        <w:t xml:space="preserve"> a </w:t>
      </w:r>
      <w:r w:rsidRPr="003D3C3E">
        <w:t xml:space="preserve">současně </w:t>
      </w:r>
      <w:r w:rsidR="008F7242" w:rsidRPr="003D3C3E">
        <w:t>souhlasí se zveřejněním údajů</w:t>
      </w:r>
      <w:r w:rsidR="00A349C6" w:rsidRPr="003D3C3E">
        <w:t xml:space="preserve"> o </w:t>
      </w:r>
      <w:r w:rsidRPr="003D3C3E">
        <w:t>identifikaci Smluvních stran, předmětu Smlouvy, jeho ceně či hodnotě</w:t>
      </w:r>
      <w:r w:rsidR="00A349C6" w:rsidRPr="003D3C3E">
        <w:t xml:space="preserve"> a </w:t>
      </w:r>
      <w:r w:rsidRPr="003D3C3E">
        <w:t>datu uzavření této Smlouvy. Obě Smluvní strany zašlou správci registru smluv elektronický obraz Smlouvy</w:t>
      </w:r>
      <w:r w:rsidR="00A349C6" w:rsidRPr="003D3C3E">
        <w:t xml:space="preserve"> a </w:t>
      </w:r>
      <w:r w:rsidRPr="003D3C3E">
        <w:t>jejich příloh</w:t>
      </w:r>
      <w:r w:rsidR="00A349C6" w:rsidRPr="003D3C3E">
        <w:t xml:space="preserve"> a </w:t>
      </w:r>
      <w:r w:rsidRPr="003D3C3E">
        <w:t>metadata vyžadovaná ZRS,</w:t>
      </w:r>
      <w:r w:rsidR="00A349C6" w:rsidRPr="003D3C3E">
        <w:t xml:space="preserve"> a </w:t>
      </w:r>
      <w:r w:rsidRPr="003D3C3E">
        <w:t>to do 30 kalendářních dnů od uzavření Smlouvy.  Zhotovitel podpisem této Smlouvy výslovně stvrzuje, že souhlasí</w:t>
      </w:r>
      <w:r w:rsidR="00A349C6" w:rsidRPr="003D3C3E">
        <w:t xml:space="preserve"> s </w:t>
      </w:r>
      <w:r w:rsidRPr="003D3C3E">
        <w:t>případným zveřejněním těla Smlouvy (tzn. bez jejích příloh</w:t>
      </w:r>
      <w:r w:rsidR="00A349C6" w:rsidRPr="003D3C3E">
        <w:t xml:space="preserve"> s </w:t>
      </w:r>
      <w:r w:rsidRPr="003D3C3E">
        <w:t>výjimkou Obchodních podmínek) na internetových stránkách Objednatele. Nebude</w:t>
      </w:r>
      <w:r>
        <w:t>-li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C74BCEC" w:rsidR="007D26F9" w:rsidRDefault="007D26F9" w:rsidP="00342DC7">
      <w:pPr>
        <w:pStyle w:val="Textbezslovn"/>
      </w:pPr>
      <w:r w:rsidRPr="00A349C6">
        <w:rPr>
          <w:b/>
        </w:rPr>
        <w:t>Příloha č. 1:</w:t>
      </w:r>
      <w:r w:rsidR="008F7242">
        <w:t xml:space="preserve"> </w:t>
      </w:r>
      <w:r w:rsidR="008F7242">
        <w:tab/>
      </w:r>
      <w:r>
        <w:t xml:space="preserve">Obchodní podmínky – </w:t>
      </w:r>
      <w:r w:rsidR="00C335A0" w:rsidRPr="00C335A0">
        <w:t>OP_R_25-23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34F7975A" w:rsidR="007D26F9" w:rsidRDefault="00F43D42" w:rsidP="00F43D42">
      <w:pPr>
        <w:pStyle w:val="Textbezslovn"/>
        <w:ind w:left="2127"/>
      </w:pPr>
      <w:r>
        <w:t xml:space="preserve">b) </w:t>
      </w:r>
      <w:r w:rsidR="007D26F9">
        <w:t xml:space="preserve">Všeobecné technické podmínky – </w:t>
      </w:r>
      <w:r w:rsidR="00C335A0" w:rsidRPr="00C335A0">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6EBB01B9" w:rsidR="007D26F9" w:rsidRDefault="007D26F9" w:rsidP="00342DC7">
      <w:pPr>
        <w:pStyle w:val="Textbezslovn"/>
      </w:pPr>
      <w:r w:rsidRPr="00A349C6">
        <w:rPr>
          <w:b/>
        </w:rPr>
        <w:t xml:space="preserve">Příloha č. </w:t>
      </w:r>
      <w:r w:rsidR="00AC233E">
        <w:rPr>
          <w:b/>
        </w:rPr>
        <w:t>10</w:t>
      </w:r>
      <w:r w:rsidRPr="00A349C6">
        <w:rPr>
          <w:b/>
        </w:rPr>
        <w:t>:</w:t>
      </w:r>
      <w:r>
        <w:tab/>
      </w:r>
      <w:r w:rsidR="00513DFF" w:rsidRPr="00513DFF">
        <w:t>Osvědčení Správy železnic o řádném poskytnutí a dokončení stavebních prací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68F8CEE" w:rsidR="00CB4F6D" w:rsidRDefault="00C335A0" w:rsidP="00CB4F6D">
      <w:pPr>
        <w:pStyle w:val="Textbezodsazen"/>
      </w:pPr>
      <w:r w:rsidRPr="00C335A0">
        <w:t>OP_R_25-23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BC9F5F3" w:rsidR="00342DC7" w:rsidRDefault="00342DC7" w:rsidP="00C335A0">
      <w:pPr>
        <w:pStyle w:val="Odstavec1-1a"/>
        <w:numPr>
          <w:ilvl w:val="0"/>
          <w:numId w:val="13"/>
        </w:numPr>
        <w:tabs>
          <w:tab w:val="clear" w:pos="1475"/>
          <w:tab w:val="num" w:pos="1077"/>
        </w:tabs>
        <w:ind w:left="1077"/>
        <w:rPr>
          <w:b/>
        </w:rPr>
      </w:pPr>
      <w:r w:rsidRPr="00AE4B52">
        <w:rPr>
          <w:rStyle w:val="Tun"/>
        </w:rPr>
        <w:t xml:space="preserve">Všeobecné technické podmínky </w:t>
      </w:r>
      <w:r w:rsidR="00C335A0" w:rsidRPr="00C335A0">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21DBB759" w:rsidR="00342DC7" w:rsidRDefault="00342DC7" w:rsidP="00C335A0">
      <w:pPr>
        <w:pStyle w:val="Odstavec1-1a"/>
        <w:numPr>
          <w:ilvl w:val="0"/>
          <w:numId w:val="13"/>
        </w:numPr>
        <w:tabs>
          <w:tab w:val="clear" w:pos="1475"/>
          <w:tab w:val="num" w:pos="1077"/>
        </w:tabs>
        <w:ind w:left="1077"/>
        <w:rPr>
          <w:b/>
        </w:rPr>
      </w:pPr>
      <w:r w:rsidRPr="00AE4B52">
        <w:rPr>
          <w:rStyle w:val="Tun"/>
        </w:rPr>
        <w:t xml:space="preserve">Zvláštní technické podmínky </w:t>
      </w:r>
      <w:r w:rsidR="00C335A0">
        <w:rPr>
          <w:rStyle w:val="Tun"/>
        </w:rPr>
        <w:t>„</w:t>
      </w:r>
      <w:r w:rsidR="00C335A0" w:rsidRPr="00C335A0">
        <w:rPr>
          <w:b/>
        </w:rPr>
        <w:t>Rekonstrukce a doplnění závor na přejezdech v km 86,773 (P5123) a v km 87,534 ( P5124) trati Týniště nad Orlicí – Meziměstí</w:t>
      </w:r>
      <w:r w:rsidR="00C335A0">
        <w:rPr>
          <w:b/>
        </w:rPr>
        <w:t>“ ze dne 26. 4.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8BCEE55" w14:textId="019A289E" w:rsidR="00AE4B52" w:rsidRPr="00C335A0" w:rsidRDefault="00C335A0" w:rsidP="00C335A0">
      <w:pPr>
        <w:pStyle w:val="Textbezodsazen"/>
        <w:numPr>
          <w:ilvl w:val="0"/>
          <w:numId w:val="49"/>
        </w:numPr>
      </w:pPr>
      <w:r w:rsidRPr="00C335A0">
        <w:t>DUSP, zpracovaná společností Signal Projekt s.r.o., se sídlem Vídeňská 55, 639 00 Brno, IČO: 255 254 41, z 09/2021</w:t>
      </w:r>
    </w:p>
    <w:p w14:paraId="1214DE03" w14:textId="2B1608D0" w:rsidR="00C335A0" w:rsidRDefault="00C335A0" w:rsidP="00C335A0">
      <w:pPr>
        <w:pStyle w:val="Textbezodsazen"/>
        <w:numPr>
          <w:ilvl w:val="0"/>
          <w:numId w:val="49"/>
        </w:numPr>
      </w:pPr>
      <w:r>
        <w:rPr>
          <w:rFonts w:eastAsia="Times New Roman" w:cs="Arial"/>
          <w:lang w:eastAsia="cs-CZ"/>
        </w:rPr>
        <w:t>S</w:t>
      </w:r>
      <w:r w:rsidRPr="007B2661">
        <w:rPr>
          <w:rFonts w:eastAsia="Times New Roman" w:cs="Arial"/>
          <w:lang w:eastAsia="cs-CZ"/>
        </w:rPr>
        <w:t xml:space="preserve">tavební povolení </w:t>
      </w:r>
      <w:r>
        <w:rPr>
          <w:rFonts w:eastAsia="Times New Roman" w:cs="Arial"/>
          <w:lang w:eastAsia="cs-CZ"/>
        </w:rPr>
        <w:t>č. j. DUCR-72685/21/Fl – bude 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1C4D91E2" w14:textId="77777777" w:rsidR="007B25D2" w:rsidRPr="00B26902" w:rsidRDefault="007B25D2" w:rsidP="007B25D2">
      <w:pPr>
        <w:pStyle w:val="Nadpisbezsl1-2"/>
      </w:pPr>
      <w:r>
        <w:t>Za Objednatele:</w:t>
      </w:r>
    </w:p>
    <w:p w14:paraId="66E24A90" w14:textId="77777777" w:rsidR="007B25D2" w:rsidRPr="00F95FBD" w:rsidRDefault="007B25D2" w:rsidP="007B25D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B25D2" w:rsidRPr="00F95FBD" w14:paraId="2D2A34EF" w14:textId="77777777" w:rsidTr="0082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5370C0" w14:textId="77777777" w:rsidR="007B25D2" w:rsidRPr="00F95FBD" w:rsidRDefault="007B25D2" w:rsidP="008202E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192196" w14:textId="77777777" w:rsidR="007B25D2" w:rsidRPr="00F95FBD" w:rsidRDefault="007B25D2" w:rsidP="008202EE">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7B25D2" w:rsidRPr="00F95FBD" w14:paraId="039B0F3F"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D8C91" w14:textId="77777777" w:rsidR="007B25D2" w:rsidRPr="008175E5" w:rsidRDefault="007B25D2" w:rsidP="008202EE">
            <w:pPr>
              <w:pStyle w:val="Tabulka"/>
              <w:rPr>
                <w:rStyle w:val="Nadpisvtabulce"/>
                <w:b w:val="0"/>
              </w:rPr>
            </w:pPr>
            <w:r w:rsidRPr="008175E5">
              <w:rPr>
                <w:rStyle w:val="Nadpisvtabulce"/>
                <w:b w:val="0"/>
              </w:rPr>
              <w:t>Adresa</w:t>
            </w:r>
          </w:p>
        </w:tc>
        <w:tc>
          <w:tcPr>
            <w:tcW w:w="5812" w:type="dxa"/>
            <w:vAlign w:val="top"/>
          </w:tcPr>
          <w:p w14:paraId="1F46650E" w14:textId="77777777" w:rsidR="007B25D2" w:rsidRDefault="007B25D2" w:rsidP="008202E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A9F7D69" w14:textId="77777777" w:rsidR="007B25D2" w:rsidRPr="001F518E" w:rsidRDefault="007B25D2" w:rsidP="008202E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B25D2" w:rsidRPr="00F95FBD" w14:paraId="44CD12AC"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49F27" w14:textId="77777777" w:rsidR="007B25D2" w:rsidRPr="00F95FBD" w:rsidRDefault="007B25D2" w:rsidP="008202EE">
            <w:pPr>
              <w:pStyle w:val="Tabulka"/>
            </w:pPr>
            <w:r w:rsidRPr="00F95FBD">
              <w:t>E-mail</w:t>
            </w:r>
          </w:p>
        </w:tc>
        <w:tc>
          <w:tcPr>
            <w:tcW w:w="5812" w:type="dxa"/>
            <w:vAlign w:val="top"/>
          </w:tcPr>
          <w:p w14:paraId="3C7A8F02" w14:textId="77777777" w:rsidR="007B25D2" w:rsidRPr="001F518E" w:rsidRDefault="009C7622" w:rsidP="008202E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7B25D2" w:rsidRPr="001B00BE">
                <w:rPr>
                  <w:rStyle w:val="Hypertextovodkaz"/>
                  <w:noProof w:val="0"/>
                </w:rPr>
                <w:t>Bocak@spravazeleznic.cz</w:t>
              </w:r>
            </w:hyperlink>
            <w:r w:rsidR="007B25D2">
              <w:t xml:space="preserve"> </w:t>
            </w:r>
          </w:p>
        </w:tc>
      </w:tr>
      <w:tr w:rsidR="007B25D2" w:rsidRPr="00F95FBD" w14:paraId="193E30C8"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522D40" w14:textId="77777777" w:rsidR="007B25D2" w:rsidRPr="00F95FBD" w:rsidRDefault="007B25D2" w:rsidP="008202EE">
            <w:pPr>
              <w:pStyle w:val="Tabulka"/>
            </w:pPr>
            <w:r w:rsidRPr="00F95FBD">
              <w:t>Telefon</w:t>
            </w:r>
          </w:p>
        </w:tc>
        <w:tc>
          <w:tcPr>
            <w:tcW w:w="5812" w:type="dxa"/>
            <w:vAlign w:val="top"/>
          </w:tcPr>
          <w:p w14:paraId="0D9E9EC9" w14:textId="77777777" w:rsidR="007B25D2" w:rsidRPr="001F518E" w:rsidRDefault="007B25D2" w:rsidP="008202E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01E21F22" w14:textId="77777777" w:rsidR="007B25D2" w:rsidRDefault="007B25D2" w:rsidP="007B25D2">
      <w:pPr>
        <w:pStyle w:val="Textbezodsazen"/>
      </w:pPr>
    </w:p>
    <w:p w14:paraId="5AD110D9" w14:textId="77777777" w:rsidR="007B25D2" w:rsidRPr="00F95FBD" w:rsidRDefault="007B25D2" w:rsidP="007B25D2">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7B25D2" w:rsidRPr="00CC49A5" w14:paraId="75131382" w14:textId="77777777" w:rsidTr="008202E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04933" w14:textId="77777777" w:rsidR="007B25D2" w:rsidRPr="00CC49A5" w:rsidRDefault="007B25D2" w:rsidP="008202EE">
            <w:pPr>
              <w:pStyle w:val="Tabulka"/>
              <w:rPr>
                <w:rStyle w:val="Nadpisvtabulce"/>
              </w:rPr>
            </w:pPr>
            <w:r w:rsidRPr="00CC49A5">
              <w:rPr>
                <w:rStyle w:val="Nadpisvtabulce"/>
              </w:rPr>
              <w:t>Jméno a příjmení</w:t>
            </w:r>
          </w:p>
        </w:tc>
        <w:tc>
          <w:tcPr>
            <w:tcW w:w="5812" w:type="dxa"/>
            <w:vAlign w:val="top"/>
          </w:tcPr>
          <w:p w14:paraId="5184F761" w14:textId="77777777" w:rsidR="007B25D2" w:rsidRPr="00CC49A5" w:rsidRDefault="007B25D2" w:rsidP="008202EE">
            <w:pPr>
              <w:pStyle w:val="Tabulka"/>
              <w:cnfStyle w:val="100000000000" w:firstRow="1" w:lastRow="0" w:firstColumn="0" w:lastColumn="0" w:oddVBand="0" w:evenVBand="0" w:oddHBand="0" w:evenHBand="0" w:firstRowFirstColumn="0" w:firstRowLastColumn="0" w:lastRowFirstColumn="0" w:lastRowLastColumn="0"/>
            </w:pPr>
            <w:r w:rsidRPr="00CC49A5">
              <w:rPr>
                <w:b/>
              </w:rPr>
              <w:t xml:space="preserve">Mgr. </w:t>
            </w:r>
            <w:r>
              <w:rPr>
                <w:b/>
              </w:rPr>
              <w:t>Radka Szabó</w:t>
            </w:r>
            <w:r w:rsidRPr="00CC49A5">
              <w:rPr>
                <w:b/>
              </w:rPr>
              <w:t>, podnikový právník</w:t>
            </w:r>
          </w:p>
        </w:tc>
      </w:tr>
      <w:tr w:rsidR="007B25D2" w:rsidRPr="00CC49A5" w14:paraId="5A3C93D5"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E0692B" w14:textId="77777777" w:rsidR="007B25D2" w:rsidRPr="00CC49A5" w:rsidRDefault="007B25D2" w:rsidP="008202EE">
            <w:pPr>
              <w:pStyle w:val="Tabulka"/>
              <w:rPr>
                <w:rStyle w:val="Nadpisvtabulce"/>
                <w:b w:val="0"/>
              </w:rPr>
            </w:pPr>
            <w:r w:rsidRPr="00CC49A5">
              <w:rPr>
                <w:rStyle w:val="Nadpisvtabulce"/>
                <w:b w:val="0"/>
              </w:rPr>
              <w:t>Adresa</w:t>
            </w:r>
          </w:p>
        </w:tc>
        <w:tc>
          <w:tcPr>
            <w:tcW w:w="5812" w:type="dxa"/>
            <w:vAlign w:val="top"/>
          </w:tcPr>
          <w:p w14:paraId="772F9C11"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78832558"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7B25D2" w:rsidRPr="00CC49A5" w14:paraId="01C16743"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003DC0" w14:textId="77777777" w:rsidR="007B25D2" w:rsidRPr="00CC49A5" w:rsidRDefault="007B25D2" w:rsidP="008202EE">
            <w:pPr>
              <w:pStyle w:val="Tabulka"/>
            </w:pPr>
            <w:r w:rsidRPr="00CC49A5">
              <w:t>E-mail</w:t>
            </w:r>
          </w:p>
        </w:tc>
        <w:tc>
          <w:tcPr>
            <w:tcW w:w="5812" w:type="dxa"/>
            <w:vAlign w:val="top"/>
          </w:tcPr>
          <w:p w14:paraId="614DD3C0"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t>SzaboR</w:t>
            </w:r>
            <w:r w:rsidRPr="006C5FAC">
              <w:t>@spravazeleznic.cz</w:t>
            </w:r>
          </w:p>
        </w:tc>
      </w:tr>
      <w:tr w:rsidR="007B25D2" w:rsidRPr="00CC49A5" w14:paraId="3E8743F5" w14:textId="77777777" w:rsidTr="008202E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A32823" w14:textId="77777777" w:rsidR="007B25D2" w:rsidRPr="00CC49A5" w:rsidRDefault="007B25D2" w:rsidP="008202EE">
            <w:pPr>
              <w:pStyle w:val="Tabulka"/>
            </w:pPr>
            <w:r w:rsidRPr="00CC49A5">
              <w:t>Telefon</w:t>
            </w:r>
          </w:p>
        </w:tc>
        <w:tc>
          <w:tcPr>
            <w:tcW w:w="5812" w:type="dxa"/>
            <w:vAlign w:val="top"/>
          </w:tcPr>
          <w:p w14:paraId="5547CCC3"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EA5949">
              <w:t>+420 724 932 396</w:t>
            </w:r>
          </w:p>
        </w:tc>
      </w:tr>
    </w:tbl>
    <w:p w14:paraId="6646F627" w14:textId="77777777" w:rsidR="007B25D2" w:rsidRPr="00CC49A5" w:rsidRDefault="007B25D2" w:rsidP="007B25D2">
      <w:pPr>
        <w:pStyle w:val="Textbezodsazen"/>
      </w:pPr>
    </w:p>
    <w:p w14:paraId="4B5E2270" w14:textId="77777777" w:rsidR="007B25D2" w:rsidRPr="00CC49A5" w:rsidRDefault="007B25D2" w:rsidP="007B25D2">
      <w:pPr>
        <w:pStyle w:val="Nadpistabulky"/>
        <w:rPr>
          <w:rFonts w:asciiTheme="minorHAnsi" w:hAnsiTheme="minorHAnsi"/>
          <w:sz w:val="18"/>
          <w:szCs w:val="18"/>
        </w:rPr>
      </w:pPr>
      <w:r w:rsidRPr="00CC49A5">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B25D2" w:rsidRPr="00CC49A5" w14:paraId="40802D98" w14:textId="77777777" w:rsidTr="0082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5C0E95" w14:textId="77777777" w:rsidR="007B25D2" w:rsidRPr="00CC49A5" w:rsidRDefault="007B25D2" w:rsidP="008202EE">
            <w:pPr>
              <w:pStyle w:val="Tabulka"/>
              <w:rPr>
                <w:rStyle w:val="Nadpisvtabulce"/>
                <w:b w:val="0"/>
              </w:rPr>
            </w:pPr>
            <w:r w:rsidRPr="00CC49A5">
              <w:rPr>
                <w:rStyle w:val="Nadpisvtabulce"/>
                <w:b w:val="0"/>
              </w:rPr>
              <w:t>Jméno a příjmení</w:t>
            </w:r>
          </w:p>
        </w:tc>
        <w:tc>
          <w:tcPr>
            <w:tcW w:w="5812" w:type="dxa"/>
            <w:vAlign w:val="top"/>
          </w:tcPr>
          <w:p w14:paraId="67A8598C" w14:textId="7A56D943" w:rsidR="007B25D2" w:rsidRPr="00A37B00" w:rsidRDefault="007B25D2" w:rsidP="008202EE">
            <w:pPr>
              <w:pStyle w:val="Tabulka"/>
              <w:cnfStyle w:val="100000000000" w:firstRow="1" w:lastRow="0" w:firstColumn="0" w:lastColumn="0" w:oddVBand="0" w:evenVBand="0" w:oddHBand="0" w:evenHBand="0" w:firstRowFirstColumn="0" w:firstRowLastColumn="0" w:lastRowFirstColumn="0" w:lastRowLastColumn="0"/>
              <w:rPr>
                <w:b/>
              </w:rPr>
            </w:pPr>
            <w:r w:rsidRPr="007B25D2">
              <w:rPr>
                <w:b/>
              </w:rPr>
              <w:t>Ing. Petr Tichý</w:t>
            </w:r>
          </w:p>
        </w:tc>
      </w:tr>
      <w:tr w:rsidR="007B25D2" w:rsidRPr="00CC49A5" w14:paraId="0A491E07" w14:textId="77777777" w:rsidTr="008202EE">
        <w:tc>
          <w:tcPr>
            <w:cnfStyle w:val="001000000000" w:firstRow="0" w:lastRow="0" w:firstColumn="1" w:lastColumn="0" w:oddVBand="0" w:evenVBand="0" w:oddHBand="0" w:evenHBand="0" w:firstRowFirstColumn="0" w:firstRowLastColumn="0" w:lastRowFirstColumn="0" w:lastRowLastColumn="0"/>
            <w:tcW w:w="3056" w:type="dxa"/>
          </w:tcPr>
          <w:p w14:paraId="106202FA" w14:textId="77777777" w:rsidR="007B25D2" w:rsidRPr="00CC49A5" w:rsidRDefault="007B25D2" w:rsidP="008202EE">
            <w:pPr>
              <w:pStyle w:val="Tabulka"/>
              <w:rPr>
                <w:rStyle w:val="Nadpisvtabulce"/>
                <w:b w:val="0"/>
              </w:rPr>
            </w:pPr>
            <w:r w:rsidRPr="00CC49A5">
              <w:rPr>
                <w:rStyle w:val="Nadpisvtabulce"/>
                <w:b w:val="0"/>
              </w:rPr>
              <w:t>Adresa</w:t>
            </w:r>
          </w:p>
        </w:tc>
        <w:tc>
          <w:tcPr>
            <w:tcW w:w="5812" w:type="dxa"/>
            <w:vAlign w:val="top"/>
          </w:tcPr>
          <w:p w14:paraId="1B18F3BC"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274B2EA4" w14:textId="77777777"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CC49A5">
              <w:t xml:space="preserve">OŘ Hradec Králové, U Fotochemy 259, 501 01 Hradec Králové  </w:t>
            </w:r>
          </w:p>
        </w:tc>
      </w:tr>
      <w:tr w:rsidR="007B25D2" w:rsidRPr="00CC49A5" w14:paraId="7500F616" w14:textId="77777777" w:rsidTr="008202EE">
        <w:tc>
          <w:tcPr>
            <w:cnfStyle w:val="001000000000" w:firstRow="0" w:lastRow="0" w:firstColumn="1" w:lastColumn="0" w:oddVBand="0" w:evenVBand="0" w:oddHBand="0" w:evenHBand="0" w:firstRowFirstColumn="0" w:firstRowLastColumn="0" w:lastRowFirstColumn="0" w:lastRowLastColumn="0"/>
            <w:tcW w:w="3056" w:type="dxa"/>
          </w:tcPr>
          <w:p w14:paraId="32119ADB" w14:textId="77777777" w:rsidR="007B25D2" w:rsidRPr="00CC49A5" w:rsidRDefault="007B25D2" w:rsidP="008202EE">
            <w:pPr>
              <w:pStyle w:val="Tabulka"/>
            </w:pPr>
            <w:r w:rsidRPr="00CC49A5">
              <w:t>E-mail</w:t>
            </w:r>
          </w:p>
        </w:tc>
        <w:tc>
          <w:tcPr>
            <w:tcW w:w="5812" w:type="dxa"/>
            <w:vAlign w:val="top"/>
          </w:tcPr>
          <w:p w14:paraId="686E92C1" w14:textId="7336A646"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7B25D2">
              <w:t>Tichy</w:t>
            </w:r>
            <w:r w:rsidRPr="00A37B00">
              <w:t>@spravazeleznic.cz</w:t>
            </w:r>
          </w:p>
        </w:tc>
      </w:tr>
      <w:tr w:rsidR="007B25D2" w:rsidRPr="00F95FBD" w14:paraId="26824272" w14:textId="77777777" w:rsidTr="008202EE">
        <w:tc>
          <w:tcPr>
            <w:cnfStyle w:val="001000000000" w:firstRow="0" w:lastRow="0" w:firstColumn="1" w:lastColumn="0" w:oddVBand="0" w:evenVBand="0" w:oddHBand="0" w:evenHBand="0" w:firstRowFirstColumn="0" w:firstRowLastColumn="0" w:lastRowFirstColumn="0" w:lastRowLastColumn="0"/>
            <w:tcW w:w="3056" w:type="dxa"/>
          </w:tcPr>
          <w:p w14:paraId="40EDB37C" w14:textId="77777777" w:rsidR="007B25D2" w:rsidRPr="00CC49A5" w:rsidRDefault="007B25D2" w:rsidP="008202EE">
            <w:pPr>
              <w:pStyle w:val="Tabulka"/>
            </w:pPr>
            <w:r w:rsidRPr="00CC49A5">
              <w:t>Telefon</w:t>
            </w:r>
          </w:p>
        </w:tc>
        <w:tc>
          <w:tcPr>
            <w:tcW w:w="5812" w:type="dxa"/>
            <w:vAlign w:val="top"/>
          </w:tcPr>
          <w:p w14:paraId="7A0B81DF" w14:textId="789382EC" w:rsidR="007B25D2" w:rsidRPr="00CC49A5" w:rsidRDefault="007B25D2" w:rsidP="008202EE">
            <w:pPr>
              <w:pStyle w:val="Tabulka"/>
              <w:cnfStyle w:val="000000000000" w:firstRow="0" w:lastRow="0" w:firstColumn="0" w:lastColumn="0" w:oddVBand="0" w:evenVBand="0" w:oddHBand="0" w:evenHBand="0" w:firstRowFirstColumn="0" w:firstRowLastColumn="0" w:lastRowFirstColumn="0" w:lastRowLastColumn="0"/>
            </w:pPr>
            <w:r w:rsidRPr="007B25D2">
              <w:t>+420 972 341 041</w:t>
            </w:r>
          </w:p>
        </w:tc>
      </w:tr>
    </w:tbl>
    <w:p w14:paraId="67312AD5" w14:textId="77777777" w:rsidR="007B25D2" w:rsidRDefault="007B25D2" w:rsidP="002038D5">
      <w:pPr>
        <w:pStyle w:val="Nadpistabulky"/>
        <w:rPr>
          <w:rFonts w:asciiTheme="minorHAnsi" w:hAnsiTheme="minorHAnsi"/>
          <w:sz w:val="18"/>
          <w:szCs w:val="18"/>
        </w:rPr>
      </w:pPr>
    </w:p>
    <w:p w14:paraId="3EA6D78E" w14:textId="7F61D4E4"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151820E"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3463B">
              <w:t>M</w:t>
            </w:r>
            <w:r w:rsidR="00C3463B" w:rsidRPr="00C3463B">
              <w:t>inimálně 11,5</w:t>
            </w:r>
            <w:r w:rsidRPr="00C3463B">
              <w:t xml:space="preserve"> mil. Kč na jednu pojistnou událost</w:t>
            </w:r>
            <w:r w:rsidR="00C3463B" w:rsidRPr="00C3463B">
              <w:t xml:space="preserve"> a 23</w:t>
            </w:r>
            <w:r w:rsidRPr="00C3463B">
              <w:t xml:space="preserve"> mil. Kč</w:t>
            </w:r>
            <w:r w:rsidR="00A349C6" w:rsidRPr="00C3463B">
              <w:t xml:space="preserve"> v </w:t>
            </w:r>
            <w:r w:rsidRPr="00C3463B">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5EC06E97" w14:textId="77777777" w:rsidR="004B6F69" w:rsidRDefault="004B6F69" w:rsidP="004B6F69">
      <w:pPr>
        <w:pStyle w:val="Nadpisbezsl1-1"/>
      </w:pPr>
      <w:r>
        <w:lastRenderedPageBreak/>
        <w:t>Příloha č. 10</w:t>
      </w:r>
    </w:p>
    <w:p w14:paraId="175F7066" w14:textId="77777777" w:rsidR="004B6F69" w:rsidRPr="002D7AA5" w:rsidRDefault="004B6F69" w:rsidP="004B6F69">
      <w:pPr>
        <w:pStyle w:val="Textbezodsazen"/>
        <w:rPr>
          <w:b/>
        </w:rPr>
      </w:pPr>
      <w:r w:rsidRPr="002D7AA5">
        <w:rPr>
          <w:b/>
        </w:rPr>
        <w:t>Osvědčení Správy železnic o řádném poskytnutí a dokončení stavebních prací</w:t>
      </w:r>
    </w:p>
    <w:p w14:paraId="4367AEDA" w14:textId="77777777" w:rsidR="004B6F69" w:rsidRPr="00C52C1C" w:rsidRDefault="004B6F69" w:rsidP="004B6F69">
      <w:pPr>
        <w:spacing w:after="0" w:line="264" w:lineRule="auto"/>
        <w:rPr>
          <w:rFonts w:asciiTheme="minorHAnsi" w:hAnsiTheme="minorHAnsi"/>
          <w:noProof/>
        </w:rPr>
      </w:pPr>
      <w:r w:rsidRPr="00C52C1C">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4B6F69" w:rsidRPr="00C52C1C" w14:paraId="2053908B"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ABCB1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Název zakázky:</w:t>
            </w:r>
          </w:p>
        </w:tc>
        <w:tc>
          <w:tcPr>
            <w:tcW w:w="4264" w:type="dxa"/>
          </w:tcPr>
          <w:p w14:paraId="089A3E45"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674CA650"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DCF62B"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Číslo smlouvy Správy železnic (CES):</w:t>
            </w:r>
          </w:p>
        </w:tc>
        <w:tc>
          <w:tcPr>
            <w:tcW w:w="4264" w:type="dxa"/>
          </w:tcPr>
          <w:p w14:paraId="77DCA902"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15A415D3"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2953D2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Objednatel:</w:t>
            </w:r>
          </w:p>
        </w:tc>
        <w:tc>
          <w:tcPr>
            <w:tcW w:w="4264" w:type="dxa"/>
          </w:tcPr>
          <w:p w14:paraId="3258D9B0"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64686CFB"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E604C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Datum zahájení prací:</w:t>
            </w:r>
          </w:p>
        </w:tc>
        <w:tc>
          <w:tcPr>
            <w:tcW w:w="4264" w:type="dxa"/>
          </w:tcPr>
          <w:p w14:paraId="5D536C2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5A7DF479"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29B31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 xml:space="preserve">Datum dokončení prací </w:t>
            </w:r>
            <w:r w:rsidRPr="00C52C1C">
              <w:rPr>
                <w:rFonts w:asciiTheme="minorHAnsi" w:hAnsiTheme="minorHAnsi"/>
                <w:noProof/>
              </w:rPr>
              <w:t>(stavebních nebo technologických):</w:t>
            </w:r>
          </w:p>
        </w:tc>
        <w:tc>
          <w:tcPr>
            <w:tcW w:w="4264" w:type="dxa"/>
          </w:tcPr>
          <w:p w14:paraId="7BC89EB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6D76303F"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18BB12"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Uvedení poslední části stavby do zkušebního provozu:</w:t>
            </w:r>
          </w:p>
        </w:tc>
        <w:tc>
          <w:tcPr>
            <w:tcW w:w="4264" w:type="dxa"/>
          </w:tcPr>
          <w:p w14:paraId="28CD77B5"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0C90D6D0"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25C464"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 xml:space="preserve">Datum dokončení díla </w:t>
            </w:r>
            <w:r w:rsidRPr="00C52C1C">
              <w:rPr>
                <w:rFonts w:asciiTheme="minorHAnsi" w:hAnsiTheme="minorHAnsi"/>
                <w:noProof/>
              </w:rPr>
              <w:t>(vč. dokumentace):</w:t>
            </w:r>
          </w:p>
        </w:tc>
        <w:tc>
          <w:tcPr>
            <w:tcW w:w="4264" w:type="dxa"/>
          </w:tcPr>
          <w:p w14:paraId="45EC128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775E2221"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8D9B64"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Konečná cena díla celkem v Kč bez DPH:</w:t>
            </w:r>
          </w:p>
        </w:tc>
        <w:tc>
          <w:tcPr>
            <w:tcW w:w="4264" w:type="dxa"/>
          </w:tcPr>
          <w:p w14:paraId="728F1D26"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1503868"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4B6F69" w:rsidRPr="00C52C1C" w14:paraId="683E94C9"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D90E7B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Zhotovitel díla:</w:t>
            </w:r>
          </w:p>
        </w:tc>
        <w:tc>
          <w:tcPr>
            <w:tcW w:w="4264" w:type="dxa"/>
          </w:tcPr>
          <w:p w14:paraId="2B153929"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rPr>
              <w:t xml:space="preserve"> </w:t>
            </w:r>
            <w:r w:rsidRPr="00C52C1C">
              <w:rPr>
                <w:rFonts w:asciiTheme="minorHAnsi" w:hAnsiTheme="minorHAnsi"/>
                <w:noProof/>
              </w:rPr>
              <w:t>[název dle SOD, sídlo, IČO]</w:t>
            </w:r>
          </w:p>
        </w:tc>
      </w:tr>
      <w:tr w:rsidR="004B6F69" w:rsidRPr="00C52C1C" w14:paraId="39DA3BCA"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DEDA6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Správce/vedoucí společník:</w:t>
            </w:r>
          </w:p>
        </w:tc>
        <w:tc>
          <w:tcPr>
            <w:tcW w:w="4264" w:type="dxa"/>
          </w:tcPr>
          <w:p w14:paraId="576CA2A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DA83A87"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vanish/>
              </w:rPr>
              <w:t>(v případě, kdy se jedná o společnost na zákaldě společenské smlouvy- dříve sdružení)</w:t>
            </w:r>
          </w:p>
        </w:tc>
      </w:tr>
      <w:tr w:rsidR="004B6F69" w:rsidRPr="00C52C1C" w14:paraId="5E3653A2"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3479D8"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Další společník:</w:t>
            </w:r>
          </w:p>
        </w:tc>
        <w:tc>
          <w:tcPr>
            <w:tcW w:w="4264" w:type="dxa"/>
          </w:tcPr>
          <w:p w14:paraId="6C33158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7ECECA5D"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vanish/>
              </w:rPr>
              <w:t>(v případě, kdy se jedná o společnost na zákaldě společenské smlouvy- dříve sdružení)</w:t>
            </w:r>
          </w:p>
        </w:tc>
      </w:tr>
      <w:tr w:rsidR="004B6F69" w:rsidRPr="00C52C1C" w14:paraId="70E8DBA4"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53365C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Další společník:</w:t>
            </w:r>
          </w:p>
        </w:tc>
        <w:tc>
          <w:tcPr>
            <w:tcW w:w="4264" w:type="dxa"/>
          </w:tcPr>
          <w:p w14:paraId="7FD5AEFB"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3A6CBE5"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vanish/>
              </w:rPr>
              <w:t>(v případě, kdy se jedná o společnost na zákaldě společenské smlouvy- dříve sdružení)</w:t>
            </w:r>
          </w:p>
        </w:tc>
      </w:tr>
    </w:tbl>
    <w:p w14:paraId="303F1F69"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4B6F69" w:rsidRPr="00C52C1C" w14:paraId="4430FC3E"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00A4CA4D"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Identifikace poddodavatele</w:t>
            </w:r>
          </w:p>
        </w:tc>
        <w:tc>
          <w:tcPr>
            <w:tcW w:w="2835" w:type="dxa"/>
            <w:shd w:val="clear" w:color="auto" w:fill="FFBFBF" w:themeFill="accent6" w:themeFillTint="33"/>
          </w:tcPr>
          <w:p w14:paraId="4CF1A691"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t>Věcný rozsah poddodávky</w:t>
            </w:r>
          </w:p>
        </w:tc>
        <w:tc>
          <w:tcPr>
            <w:tcW w:w="2890" w:type="dxa"/>
            <w:shd w:val="clear" w:color="auto" w:fill="FFBFBF" w:themeFill="accent6" w:themeFillTint="33"/>
          </w:tcPr>
          <w:p w14:paraId="6D8FE429"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t>Hodnota poddodávky</w:t>
            </w:r>
          </w:p>
        </w:tc>
      </w:tr>
      <w:tr w:rsidR="004B6F69" w:rsidRPr="00C52C1C" w14:paraId="21D860E3"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649C066" w14:textId="77777777" w:rsidR="004B6F69" w:rsidRPr="00C52C1C" w:rsidRDefault="004B6F69" w:rsidP="008202EE">
            <w:pPr>
              <w:spacing w:after="0" w:line="240" w:lineRule="auto"/>
              <w:rPr>
                <w:rFonts w:asciiTheme="minorHAnsi" w:hAnsiTheme="minorHAnsi"/>
                <w:noProof/>
                <w:vanish/>
              </w:rPr>
            </w:pPr>
            <w:r w:rsidRPr="00C52C1C">
              <w:rPr>
                <w:rFonts w:asciiTheme="minorHAnsi" w:hAnsiTheme="minorHAnsi"/>
                <w:noProof/>
              </w:rPr>
              <w:t>[obchodní firma, sídlo a IČO]</w:t>
            </w:r>
            <w:r w:rsidRPr="00C52C1C">
              <w:rPr>
                <w:rFonts w:asciiTheme="minorHAnsi" w:hAnsiTheme="minorHAnsi"/>
                <w:noProof/>
                <w:vanish/>
              </w:rPr>
              <w:t xml:space="preserve"> (obchodní firma, sídlo a IČO)</w:t>
            </w:r>
          </w:p>
        </w:tc>
        <w:tc>
          <w:tcPr>
            <w:tcW w:w="2835" w:type="dxa"/>
          </w:tcPr>
          <w:p w14:paraId="7666D5C7"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rPr>
              <w:t>[označení dle čísel a názvů jednotlivých SO a PS, připadně jiným způsobem, nelze-li označit dle SO a PS např. popis vykonaných činností nebo dodávek]</w:t>
            </w:r>
            <w:r w:rsidRPr="00C52C1C">
              <w:rPr>
                <w:rFonts w:asciiTheme="minorHAnsi" w:hAnsiTheme="minorHAnsi"/>
                <w:noProof/>
                <w:vanish/>
              </w:rPr>
              <w:t xml:space="preserve"> (označení dle čísel a názvů jednotlivých SO a PS, připadně jiným způsobem, nelze-li označit dle SO a PS např. popis vykonaných činností nebo dodávek)</w:t>
            </w:r>
          </w:p>
        </w:tc>
        <w:tc>
          <w:tcPr>
            <w:tcW w:w="2890" w:type="dxa"/>
          </w:tcPr>
          <w:p w14:paraId="6224337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52C1C">
              <w:rPr>
                <w:rFonts w:asciiTheme="minorHAnsi" w:hAnsiTheme="minorHAnsi"/>
                <w:noProof/>
              </w:rPr>
              <w:t>[v % ze smluvní ceny díla a v konkrétní částka v Kč bez DPH]</w:t>
            </w:r>
            <w:r w:rsidRPr="00C52C1C">
              <w:rPr>
                <w:rFonts w:asciiTheme="minorHAnsi" w:hAnsiTheme="minorHAnsi"/>
                <w:noProof/>
                <w:vanish/>
              </w:rPr>
              <w:t xml:space="preserve"> (v % ze smluvní ceny díla a v konkrétní částka v Kč bez DPH)</w:t>
            </w:r>
          </w:p>
        </w:tc>
      </w:tr>
      <w:tr w:rsidR="004B6F69" w:rsidRPr="00C52C1C" w14:paraId="14A3BCF3"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5099E77" w14:textId="77777777" w:rsidR="004B6F69" w:rsidRPr="00C52C1C" w:rsidRDefault="004B6F69" w:rsidP="008202EE">
            <w:pPr>
              <w:spacing w:after="0" w:line="240" w:lineRule="auto"/>
              <w:rPr>
                <w:rFonts w:asciiTheme="minorHAnsi" w:hAnsiTheme="minorHAnsi"/>
                <w:noProof/>
              </w:rPr>
            </w:pPr>
          </w:p>
        </w:tc>
        <w:tc>
          <w:tcPr>
            <w:tcW w:w="2835" w:type="dxa"/>
          </w:tcPr>
          <w:p w14:paraId="5D10DEF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6B46C295"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50BD17B0"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89482A1" w14:textId="77777777" w:rsidR="004B6F69" w:rsidRPr="00C52C1C" w:rsidRDefault="004B6F69" w:rsidP="008202EE">
            <w:pPr>
              <w:spacing w:after="0" w:line="240" w:lineRule="auto"/>
              <w:rPr>
                <w:rFonts w:asciiTheme="minorHAnsi" w:hAnsiTheme="minorHAnsi"/>
                <w:noProof/>
              </w:rPr>
            </w:pPr>
          </w:p>
        </w:tc>
        <w:tc>
          <w:tcPr>
            <w:tcW w:w="2835" w:type="dxa"/>
          </w:tcPr>
          <w:p w14:paraId="246437DA"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33BF661C"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1429AC6"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4B6F69" w:rsidRPr="00C52C1C" w14:paraId="5C93B752"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3385D9E"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Rozsah prací:</w:t>
            </w:r>
          </w:p>
        </w:tc>
        <w:tc>
          <w:tcPr>
            <w:tcW w:w="4264" w:type="dxa"/>
          </w:tcPr>
          <w:p w14:paraId="546C5F60"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sidDel="00374EB1">
              <w:rPr>
                <w:rFonts w:asciiTheme="minorHAnsi" w:hAnsiTheme="minorHAnsi"/>
                <w:noProof/>
              </w:rPr>
              <w:t xml:space="preserve"> </w:t>
            </w:r>
            <w:r w:rsidRPr="00C52C1C">
              <w:rPr>
                <w:rFonts w:asciiTheme="minorHAnsi" w:hAnsiTheme="minorHAnsi"/>
                <w:noProof/>
              </w:rPr>
              <w:t>[dle předmětu díla/ předmětu plnění VZ]</w:t>
            </w:r>
          </w:p>
        </w:tc>
      </w:tr>
      <w:tr w:rsidR="004B6F69" w:rsidRPr="00C52C1C" w14:paraId="3B183AC6"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ECAFA3"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Charakter prací:</w:t>
            </w:r>
          </w:p>
          <w:p w14:paraId="781ADACD" w14:textId="77777777" w:rsidR="004B6F69" w:rsidRPr="00C52C1C" w:rsidRDefault="004B6F69" w:rsidP="008202EE">
            <w:pPr>
              <w:spacing w:after="0" w:line="240" w:lineRule="auto"/>
              <w:rPr>
                <w:rFonts w:asciiTheme="minorHAnsi" w:hAnsiTheme="minorHAnsi"/>
                <w:b/>
                <w:noProof/>
              </w:rPr>
            </w:pPr>
          </w:p>
        </w:tc>
        <w:tc>
          <w:tcPr>
            <w:tcW w:w="4264" w:type="dxa"/>
          </w:tcPr>
          <w:p w14:paraId="3948DB77"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[oprava/údržba/modernizace/rekonstrukce/novostavba]</w:t>
            </w:r>
          </w:p>
        </w:tc>
      </w:tr>
      <w:tr w:rsidR="004B6F69" w:rsidRPr="00C52C1C" w14:paraId="5DDCB907"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938FE7"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Délka traťového úseku:</w:t>
            </w:r>
          </w:p>
        </w:tc>
        <w:tc>
          <w:tcPr>
            <w:tcW w:w="4264" w:type="dxa"/>
          </w:tcPr>
          <w:p w14:paraId="57045FD1"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374EB1">
              <w:rPr>
                <w:rFonts w:asciiTheme="minorHAnsi" w:hAnsiTheme="minorHAnsi"/>
                <w:noProof/>
              </w:rPr>
              <w:t xml:space="preserve"> </w:t>
            </w:r>
            <w:r w:rsidRPr="00C52C1C">
              <w:rPr>
                <w:rFonts w:asciiTheme="minorHAnsi" w:hAnsiTheme="minorHAnsi"/>
                <w:noProof/>
              </w:rPr>
              <w:t>[v km, uvést jen případě, že je to relevantní vzhledem k předmětu VZ]</w:t>
            </w:r>
          </w:p>
        </w:tc>
      </w:tr>
      <w:tr w:rsidR="004B6F69" w:rsidRPr="00C52C1C" w14:paraId="1368B15C"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7B33527"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310B23C9"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[jednokolejné/vícekolejné, uvést jen případě, že je to relevantní vzhledem k předmětu VZ]</w:t>
            </w:r>
          </w:p>
        </w:tc>
      </w:tr>
      <w:tr w:rsidR="004B6F69" w:rsidRPr="00C52C1C" w14:paraId="04E6CEF5"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68DA02"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7B80526B"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[elektrifikované/neelektrifikované, uvést jen případě, že je to relevantní vzhledem k předmětu VZ]</w:t>
            </w:r>
          </w:p>
        </w:tc>
      </w:tr>
      <w:tr w:rsidR="004B6F69" w:rsidRPr="00C52C1C" w14:paraId="6AD9F7D1"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9E38B0"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Dílo probíhalo na trati:</w:t>
            </w:r>
          </w:p>
        </w:tc>
        <w:tc>
          <w:tcPr>
            <w:tcW w:w="4264" w:type="dxa"/>
          </w:tcPr>
          <w:p w14:paraId="41F18DC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[širé (mezistaniční úsek/ve stanici, uvést jen případě, že je to relevantní vzhledem k předmětu VZ]</w:t>
            </w:r>
          </w:p>
        </w:tc>
      </w:tr>
      <w:tr w:rsidR="004B6F69" w:rsidRPr="00C52C1C" w14:paraId="75EAC74A"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0500E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železničním svršku:</w:t>
            </w:r>
          </w:p>
          <w:p w14:paraId="2600F1BE" w14:textId="77777777" w:rsidR="004B6F69" w:rsidRPr="00C52C1C" w:rsidRDefault="004B6F69" w:rsidP="008202EE">
            <w:pPr>
              <w:spacing w:after="0" w:line="240" w:lineRule="auto"/>
              <w:rPr>
                <w:rFonts w:asciiTheme="minorHAnsi" w:hAnsiTheme="minorHAnsi"/>
                <w:b/>
                <w:noProof/>
              </w:rPr>
            </w:pPr>
          </w:p>
          <w:p w14:paraId="0D46CC9C" w14:textId="77777777" w:rsidR="004B6F69" w:rsidRPr="00C52C1C" w:rsidRDefault="004B6F69" w:rsidP="008202EE">
            <w:pPr>
              <w:spacing w:after="0" w:line="240" w:lineRule="auto"/>
              <w:rPr>
                <w:rFonts w:asciiTheme="minorHAnsi" w:hAnsiTheme="minorHAnsi"/>
                <w:b/>
                <w:noProof/>
              </w:rPr>
            </w:pPr>
          </w:p>
          <w:p w14:paraId="7024343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37F32C7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traťového úseku, v případě železniční stanice počet výhybek]</w:t>
            </w:r>
          </w:p>
          <w:p w14:paraId="06FEBEC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7B87E59B"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EC55A6"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výhybkách:</w:t>
            </w:r>
          </w:p>
          <w:p w14:paraId="679E8D34"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489C042B"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počet výhybek]</w:t>
            </w:r>
          </w:p>
          <w:p w14:paraId="2458BE4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a počet výhybek viz pozn. č. 4]</w:t>
            </w:r>
          </w:p>
        </w:tc>
      </w:tr>
      <w:tr w:rsidR="004B6F69" w:rsidRPr="00C52C1C" w14:paraId="265BFF81"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806046"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železničním spodku:</w:t>
            </w:r>
          </w:p>
          <w:p w14:paraId="02FA25BD"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1868200"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w:t>
            </w:r>
          </w:p>
          <w:p w14:paraId="303618A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6A8F7917"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65CCFC"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masivních mostních objektech:</w:t>
            </w:r>
          </w:p>
          <w:p w14:paraId="0675A037" w14:textId="77777777" w:rsidR="004B6F69" w:rsidRPr="00C52C1C" w:rsidRDefault="004B6F69" w:rsidP="008202EE">
            <w:pPr>
              <w:spacing w:after="0" w:line="240" w:lineRule="auto"/>
              <w:rPr>
                <w:rFonts w:asciiTheme="minorHAnsi" w:hAnsiTheme="minorHAnsi"/>
                <w:b/>
                <w:noProof/>
              </w:rPr>
            </w:pPr>
          </w:p>
          <w:p w14:paraId="69900817" w14:textId="77777777" w:rsidR="004B6F69" w:rsidRPr="00C52C1C" w:rsidRDefault="004B6F69" w:rsidP="008202EE">
            <w:pPr>
              <w:spacing w:after="0" w:line="240" w:lineRule="auto"/>
              <w:rPr>
                <w:rFonts w:asciiTheme="minorHAnsi" w:hAnsiTheme="minorHAnsi"/>
                <w:b/>
                <w:noProof/>
              </w:rPr>
            </w:pPr>
          </w:p>
          <w:p w14:paraId="55933757"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0BBEEE6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mostního objektu/mostních objektů, případně jinou specifikaci]</w:t>
            </w:r>
          </w:p>
          <w:p w14:paraId="36CCD18A"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45B20D0F"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D255F05"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mostních objektech s ocelovou nosnou konstrukcí:</w:t>
            </w:r>
          </w:p>
          <w:p w14:paraId="3DBAF95D" w14:textId="77777777" w:rsidR="004B6F69" w:rsidRPr="00C52C1C" w:rsidRDefault="004B6F69" w:rsidP="008202EE">
            <w:pPr>
              <w:spacing w:after="0" w:line="240" w:lineRule="auto"/>
              <w:rPr>
                <w:rFonts w:asciiTheme="minorHAnsi" w:hAnsiTheme="minorHAnsi"/>
                <w:b/>
                <w:noProof/>
              </w:rPr>
            </w:pPr>
          </w:p>
          <w:p w14:paraId="48FD479E"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37B14247"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mostního objektu/mostních objektů, případně jinou specifikaci]</w:t>
            </w:r>
          </w:p>
          <w:p w14:paraId="26487B61"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1351DECB"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ABC39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tunelech:</w:t>
            </w:r>
          </w:p>
          <w:p w14:paraId="0A7BCBE8"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4A4A386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délku tunelu]</w:t>
            </w:r>
          </w:p>
          <w:p w14:paraId="1C62BF4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3F4565A1"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DCC1D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zabezpečovacím zařízení:</w:t>
            </w:r>
          </w:p>
          <w:p w14:paraId="1E059333"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6ECDE8C"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délku traťového úseku]</w:t>
            </w:r>
          </w:p>
          <w:p w14:paraId="58228496"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2494881E"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58A3FC"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sdělovacím zařízení:</w:t>
            </w:r>
          </w:p>
          <w:p w14:paraId="3797D3DD"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lastRenderedPageBreak/>
              <w:t>Společníci podílející se na realizaci:</w:t>
            </w:r>
          </w:p>
        </w:tc>
        <w:tc>
          <w:tcPr>
            <w:tcW w:w="4264" w:type="dxa"/>
          </w:tcPr>
          <w:p w14:paraId="56A78C8A"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lastRenderedPageBreak/>
              <w:t xml:space="preserve"> </w:t>
            </w:r>
            <w:r w:rsidRPr="00C52C1C">
              <w:rPr>
                <w:rFonts w:asciiTheme="minorHAnsi" w:hAnsiTheme="minorHAnsi"/>
                <w:noProof/>
              </w:rPr>
              <w:t>[ANO/NE, v případě ANO uvést hodnotu v Kč bez DPH]</w:t>
            </w:r>
          </w:p>
          <w:p w14:paraId="74C7805E"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lastRenderedPageBreak/>
              <w:t>[obchodní firma, finanční hodnota prací v Kč bez DPH viz pozn. č. 4]</w:t>
            </w:r>
          </w:p>
        </w:tc>
      </w:tr>
      <w:tr w:rsidR="004B6F69" w:rsidRPr="00C52C1C" w14:paraId="10F8B18F"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36A503"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lastRenderedPageBreak/>
              <w:t>Stavební práce zahrnovaly práce na energetickém a elektrotechnickém zařízení:</w:t>
            </w:r>
          </w:p>
          <w:p w14:paraId="5865542E" w14:textId="77777777" w:rsidR="004B6F69" w:rsidRPr="00C52C1C" w:rsidRDefault="004B6F69" w:rsidP="008202EE">
            <w:pPr>
              <w:spacing w:after="0" w:line="240" w:lineRule="auto"/>
              <w:rPr>
                <w:rFonts w:asciiTheme="minorHAnsi" w:hAnsiTheme="minorHAnsi"/>
                <w:b/>
                <w:noProof/>
              </w:rPr>
            </w:pPr>
          </w:p>
          <w:p w14:paraId="425B5EB9" w14:textId="77777777" w:rsidR="004B6F69" w:rsidRPr="00C52C1C" w:rsidRDefault="004B6F69" w:rsidP="008202EE">
            <w:pPr>
              <w:spacing w:after="0" w:line="240" w:lineRule="auto"/>
              <w:rPr>
                <w:rFonts w:asciiTheme="minorHAnsi" w:hAnsiTheme="minorHAnsi"/>
                <w:b/>
                <w:noProof/>
              </w:rPr>
            </w:pPr>
          </w:p>
          <w:p w14:paraId="464DBC45"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2F3C6D79"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[ANO/NE, v případě ANO uvést hodnotu v Kč bez DPH, délku traťového úseku a zda se jednalo o silnoproudé zařízení, trakční vedení, případně jiné zařízení - specifikaci]</w:t>
            </w:r>
          </w:p>
          <w:p w14:paraId="3C407C9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405B8475"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FC0625D"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na budovách:</w:t>
            </w:r>
          </w:p>
          <w:p w14:paraId="028A5218" w14:textId="77777777" w:rsidR="004B6F69" w:rsidRPr="00C52C1C" w:rsidRDefault="004B6F69" w:rsidP="008202EE">
            <w:pPr>
              <w:spacing w:after="0" w:line="240" w:lineRule="auto"/>
              <w:rPr>
                <w:rFonts w:asciiTheme="minorHAnsi" w:hAnsiTheme="minorHAnsi"/>
                <w:b/>
                <w:noProof/>
              </w:rPr>
            </w:pPr>
          </w:p>
          <w:p w14:paraId="0F7C2110" w14:textId="77777777" w:rsidR="004B6F69" w:rsidRPr="00C52C1C" w:rsidRDefault="004B6F69" w:rsidP="008202EE">
            <w:pPr>
              <w:spacing w:after="0" w:line="240" w:lineRule="auto"/>
              <w:rPr>
                <w:rFonts w:asciiTheme="minorHAnsi" w:hAnsiTheme="minorHAnsi"/>
                <w:b/>
                <w:noProof/>
              </w:rPr>
            </w:pPr>
          </w:p>
          <w:p w14:paraId="280D1B16"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19D4F549"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 a typ objektu - budova osobního nádraží, technologická budova, stavba s památkovou ochranou apod.]</w:t>
            </w:r>
          </w:p>
          <w:p w14:paraId="19D2A047"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r w:rsidR="004B6F69" w:rsidRPr="00C52C1C" w14:paraId="79D40B6A"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1F54CFB"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Stavební práce zahrnovaly práce a údržbu na skalních masivech:</w:t>
            </w:r>
          </w:p>
          <w:p w14:paraId="0A96EFC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bCs/>
                <w:szCs w:val="18"/>
              </w:rPr>
              <w:t>Společníci podílející se na realizaci:</w:t>
            </w:r>
          </w:p>
        </w:tc>
        <w:tc>
          <w:tcPr>
            <w:tcW w:w="4264" w:type="dxa"/>
          </w:tcPr>
          <w:p w14:paraId="5B7A9BA2"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hodnotu v Kč bez DPH]</w:t>
            </w:r>
          </w:p>
          <w:p w14:paraId="09B181FA"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Cs/>
                <w:szCs w:val="18"/>
              </w:rPr>
              <w:t>[obchodní firma, finanční hodnota prací v Kč bez DPH viz pozn. č. 4]</w:t>
            </w:r>
          </w:p>
        </w:tc>
      </w:tr>
    </w:tbl>
    <w:p w14:paraId="56C6D92B"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4B6F69" w:rsidRPr="00C52C1C" w14:paraId="6FB286ED"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86239C"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SOD obsahovala vyhrazené plnění realizované vlastní kapacitou:</w:t>
            </w:r>
          </w:p>
        </w:tc>
        <w:tc>
          <w:tcPr>
            <w:tcW w:w="4264" w:type="dxa"/>
          </w:tcPr>
          <w:p w14:paraId="2610DB1C"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[ANO/NE, v případě ANO uvést níže uvedené podrobnosti]</w:t>
            </w:r>
          </w:p>
        </w:tc>
      </w:tr>
      <w:tr w:rsidR="004B6F69" w:rsidRPr="00C52C1C" w14:paraId="015F6410"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EF366C"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Popis vyhrazeného plnění dle SOD:</w:t>
            </w:r>
          </w:p>
        </w:tc>
        <w:tc>
          <w:tcPr>
            <w:tcW w:w="4264" w:type="dxa"/>
          </w:tcPr>
          <w:p w14:paraId="2A079EA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sidDel="00D928DB">
              <w:rPr>
                <w:rFonts w:asciiTheme="minorHAnsi" w:hAnsiTheme="minorHAnsi"/>
                <w:noProof/>
              </w:rPr>
              <w:t xml:space="preserve"> </w:t>
            </w:r>
            <w:r w:rsidRPr="00C52C1C">
              <w:rPr>
                <w:rFonts w:asciiTheme="minorHAnsi" w:hAnsiTheme="minorHAnsi"/>
                <w:noProof/>
              </w:rPr>
              <w:t>[označení dle čísel a názvů jednotlivých PS a SO]</w:t>
            </w:r>
          </w:p>
        </w:tc>
      </w:tr>
      <w:tr w:rsidR="004B6F69" w:rsidRPr="00C52C1C" w14:paraId="524E2C58"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8E6E0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Zhotovitel vyhrazeného plnění:</w:t>
            </w:r>
          </w:p>
        </w:tc>
        <w:tc>
          <w:tcPr>
            <w:tcW w:w="4264" w:type="dxa"/>
          </w:tcPr>
          <w:p w14:paraId="4A20404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5F600699"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081C4A"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Hodnota vyhrazeného plnění v Kč bez DPH:</w:t>
            </w:r>
          </w:p>
        </w:tc>
        <w:tc>
          <w:tcPr>
            <w:tcW w:w="4264" w:type="dxa"/>
          </w:tcPr>
          <w:p w14:paraId="7E320112"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1EA0D8D" w14:textId="77777777" w:rsidR="004B6F69" w:rsidRPr="00C52C1C" w:rsidRDefault="004B6F69" w:rsidP="004B6F69">
      <w:pPr>
        <w:spacing w:after="0" w:line="264" w:lineRule="auto"/>
        <w:rPr>
          <w:rFonts w:asciiTheme="minorHAnsi" w:hAnsiTheme="minorHAnsi"/>
          <w:noProof/>
        </w:rPr>
      </w:pPr>
    </w:p>
    <w:p w14:paraId="0B169844"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4B6F69" w:rsidRPr="00C52C1C" w14:paraId="6FE19CFA" w14:textId="77777777" w:rsidTr="008202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CDC2B77" w14:textId="77777777" w:rsidR="004B6F69" w:rsidRPr="00C52C1C" w:rsidRDefault="004B6F69" w:rsidP="008202EE">
            <w:pPr>
              <w:spacing w:after="0" w:line="240" w:lineRule="auto"/>
              <w:rPr>
                <w:rFonts w:asciiTheme="minorHAnsi" w:hAnsiTheme="minorHAnsi"/>
                <w:noProof/>
              </w:rPr>
            </w:pPr>
          </w:p>
        </w:tc>
        <w:tc>
          <w:tcPr>
            <w:tcW w:w="2901" w:type="dxa"/>
            <w:shd w:val="clear" w:color="auto" w:fill="FFBFBF" w:themeFill="accent6" w:themeFillTint="33"/>
          </w:tcPr>
          <w:p w14:paraId="257C5EFF"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b/>
                <w:noProof/>
              </w:rPr>
              <w:t>Obchodní firma</w:t>
            </w:r>
          </w:p>
        </w:tc>
        <w:tc>
          <w:tcPr>
            <w:tcW w:w="2901" w:type="dxa"/>
            <w:shd w:val="clear" w:color="auto" w:fill="FFBFBF" w:themeFill="accent6" w:themeFillTint="33"/>
          </w:tcPr>
          <w:p w14:paraId="2F55210C"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b/>
                <w:noProof/>
              </w:rPr>
              <w:t>Hodnota prováděných prací v Kč bez DPH</w:t>
            </w:r>
          </w:p>
        </w:tc>
      </w:tr>
      <w:tr w:rsidR="004B6F69" w:rsidRPr="00C52C1C" w14:paraId="5034A699" w14:textId="77777777" w:rsidTr="008202E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D5017E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Správce/vedoucí společník:</w:t>
            </w:r>
          </w:p>
        </w:tc>
        <w:tc>
          <w:tcPr>
            <w:tcW w:w="2901" w:type="dxa"/>
          </w:tcPr>
          <w:p w14:paraId="44B30211"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226322A4"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2B56AE96" w14:textId="77777777" w:rsidTr="008202E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0EE81E3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79DAF2C6"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5FA07FE0"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0F01FA02" w14:textId="77777777" w:rsidTr="008202E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7746DC9"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08A481D4"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2A155245"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6E5B65AC" w14:textId="77777777" w:rsidTr="008202E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9E0E981"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Další společník:</w:t>
            </w:r>
          </w:p>
        </w:tc>
        <w:tc>
          <w:tcPr>
            <w:tcW w:w="2901" w:type="dxa"/>
          </w:tcPr>
          <w:p w14:paraId="246ADE58"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2E09FB3"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48D0FF1A" w14:textId="77777777" w:rsidTr="008202EE">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3587AE9"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Celkem v Kč bez DPH:</w:t>
            </w:r>
          </w:p>
        </w:tc>
        <w:tc>
          <w:tcPr>
            <w:tcW w:w="5802" w:type="dxa"/>
            <w:gridSpan w:val="2"/>
            <w:shd w:val="clear" w:color="auto" w:fill="FFBFBF" w:themeFill="accent6" w:themeFillTint="33"/>
          </w:tcPr>
          <w:p w14:paraId="34700733" w14:textId="77777777" w:rsidR="004B6F69" w:rsidRPr="00C52C1C" w:rsidRDefault="004B6F69" w:rsidP="008202EE">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b/>
                <w:noProof/>
              </w:rPr>
              <w:fldChar w:fldCharType="begin">
                <w:ffData>
                  <w:name w:val="Text10"/>
                  <w:enabled/>
                  <w:calcOnExit w:val="0"/>
                  <w:textInput>
                    <w:default w:val="xxx"/>
                  </w:textInput>
                </w:ffData>
              </w:fldChar>
            </w:r>
            <w:bookmarkStart w:id="2" w:name="Text10"/>
            <w:r w:rsidRPr="00C52C1C">
              <w:rPr>
                <w:rFonts w:asciiTheme="minorHAnsi" w:hAnsiTheme="minorHAnsi"/>
                <w:b/>
                <w:noProof/>
              </w:rPr>
              <w:instrText xml:space="preserve"> FORMTEXT </w:instrText>
            </w:r>
            <w:r w:rsidRPr="00C52C1C">
              <w:rPr>
                <w:rFonts w:asciiTheme="minorHAnsi" w:hAnsiTheme="minorHAnsi"/>
                <w:b/>
                <w:noProof/>
              </w:rPr>
            </w:r>
            <w:r w:rsidRPr="00C52C1C">
              <w:rPr>
                <w:rFonts w:asciiTheme="minorHAnsi" w:hAnsiTheme="minorHAnsi"/>
                <w:b/>
                <w:noProof/>
              </w:rPr>
              <w:fldChar w:fldCharType="separate"/>
            </w:r>
            <w:r w:rsidRPr="00C52C1C">
              <w:rPr>
                <w:rFonts w:asciiTheme="minorHAnsi" w:hAnsiTheme="minorHAnsi"/>
                <w:b/>
                <w:noProof/>
              </w:rPr>
              <w:t>xxx</w:t>
            </w:r>
            <w:r w:rsidRPr="00C52C1C">
              <w:rPr>
                <w:rFonts w:asciiTheme="minorHAnsi" w:hAnsiTheme="minorHAnsi"/>
                <w:b/>
                <w:noProof/>
              </w:rPr>
              <w:fldChar w:fldCharType="end"/>
            </w:r>
            <w:bookmarkEnd w:id="2"/>
            <w:r w:rsidRPr="00C52C1C">
              <w:rPr>
                <w:rFonts w:asciiTheme="minorHAnsi" w:hAnsiTheme="minorHAnsi"/>
                <w:b/>
                <w:noProof/>
              </w:rPr>
              <w:t xml:space="preserve"> </w:t>
            </w:r>
            <w:r w:rsidRPr="00C52C1C">
              <w:rPr>
                <w:rFonts w:asciiTheme="minorHAnsi" w:hAnsiTheme="minorHAnsi"/>
                <w:noProof/>
                <w:vanish/>
              </w:rPr>
              <w:t>(vyplnit pouze v případě, kdy se jedná o společnost)</w:t>
            </w:r>
          </w:p>
        </w:tc>
      </w:tr>
    </w:tbl>
    <w:p w14:paraId="14D75E8A"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4B6F69" w:rsidRPr="00C52C1C" w14:paraId="4C6E84E3"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52A2A9"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Hodnocení objednatele:</w:t>
            </w:r>
          </w:p>
        </w:tc>
        <w:tc>
          <w:tcPr>
            <w:tcW w:w="4264" w:type="dxa"/>
          </w:tcPr>
          <w:p w14:paraId="6E36EEA8"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52C1C">
              <w:rPr>
                <w:rFonts w:asciiTheme="minorHAnsi" w:hAnsiTheme="minorHAnsi"/>
                <w:noProof/>
              </w:rPr>
              <w:t>Správa železnic osvědčuje, že stavební práce uvedené v tomto osvědčení byly řádně poskytnuty a dokončeny.</w:t>
            </w:r>
          </w:p>
        </w:tc>
      </w:tr>
      <w:tr w:rsidR="004B6F69" w:rsidRPr="00C52C1C" w14:paraId="7E66405C"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ECDAFF"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Kontaktní osoba:</w:t>
            </w:r>
          </w:p>
        </w:tc>
        <w:tc>
          <w:tcPr>
            <w:tcW w:w="4264" w:type="dxa"/>
            <w:shd w:val="clear" w:color="auto" w:fill="auto"/>
          </w:tcPr>
          <w:p w14:paraId="079A3D02"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[jméno, příjmení]</w:t>
            </w:r>
          </w:p>
          <w:p w14:paraId="43233D6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[funkce, odborná správa]</w:t>
            </w:r>
          </w:p>
          <w:p w14:paraId="39F89EA5"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 xml:space="preserve">tel: </w:t>
            </w:r>
          </w:p>
          <w:p w14:paraId="11EAF92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52C1C">
              <w:rPr>
                <w:rFonts w:asciiTheme="minorHAnsi" w:hAnsiTheme="minorHAnsi"/>
                <w:noProof/>
              </w:rPr>
              <w:t xml:space="preserve">e-mail: </w:t>
            </w:r>
          </w:p>
        </w:tc>
      </w:tr>
    </w:tbl>
    <w:p w14:paraId="33C003C8" w14:textId="77777777" w:rsidR="004B6F69" w:rsidRPr="00C52C1C" w:rsidRDefault="004B6F69" w:rsidP="004B6F69">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4B6F69" w:rsidRPr="00C52C1C" w14:paraId="3C5865CD" w14:textId="77777777" w:rsidTr="008202EE">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85DDAF5"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Jméno a přijmení vystavitele:</w:t>
            </w:r>
          </w:p>
        </w:tc>
        <w:tc>
          <w:tcPr>
            <w:tcW w:w="4264" w:type="dxa"/>
          </w:tcPr>
          <w:p w14:paraId="73A5D7E5" w14:textId="77777777" w:rsidR="004B6F69" w:rsidRPr="00C52C1C" w:rsidRDefault="004B6F69" w:rsidP="008202EE">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77E0199E" w14:textId="77777777" w:rsidTr="008202EE">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463BD2"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t>Funkce:</w:t>
            </w:r>
          </w:p>
        </w:tc>
        <w:tc>
          <w:tcPr>
            <w:tcW w:w="4264" w:type="dxa"/>
          </w:tcPr>
          <w:p w14:paraId="6F71B2AA"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B6F69" w:rsidRPr="00C52C1C" w14:paraId="1C8E2D43" w14:textId="77777777" w:rsidTr="008202EE">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43B7F5" w14:textId="77777777" w:rsidR="004B6F69" w:rsidRPr="00C52C1C" w:rsidRDefault="004B6F69" w:rsidP="008202EE">
            <w:pPr>
              <w:spacing w:after="0" w:line="240" w:lineRule="auto"/>
              <w:rPr>
                <w:rFonts w:asciiTheme="minorHAnsi" w:hAnsiTheme="minorHAnsi"/>
                <w:b/>
                <w:noProof/>
              </w:rPr>
            </w:pPr>
            <w:r w:rsidRPr="00C52C1C">
              <w:rPr>
                <w:rFonts w:asciiTheme="minorHAnsi" w:hAnsiTheme="minorHAnsi"/>
                <w:b/>
                <w:noProof/>
              </w:rPr>
              <w:lastRenderedPageBreak/>
              <w:t>Podpis vystavitele a datum vystavení osvědčení:</w:t>
            </w:r>
          </w:p>
        </w:tc>
        <w:tc>
          <w:tcPr>
            <w:tcW w:w="4264" w:type="dxa"/>
          </w:tcPr>
          <w:p w14:paraId="1FF5320F" w14:textId="77777777" w:rsidR="004B6F69" w:rsidRPr="00C52C1C" w:rsidRDefault="004B6F69" w:rsidP="008202EE">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56B2594" w14:textId="77777777" w:rsidR="004B6F69" w:rsidRPr="00C52C1C" w:rsidRDefault="004B6F69" w:rsidP="004B6F69">
      <w:pPr>
        <w:spacing w:after="240" w:line="264" w:lineRule="auto"/>
        <w:rPr>
          <w:rFonts w:asciiTheme="minorHAnsi" w:hAnsiTheme="minorHAnsi"/>
          <w:sz w:val="18"/>
          <w:szCs w:val="18"/>
        </w:rPr>
      </w:pPr>
    </w:p>
    <w:p w14:paraId="4A8D681F" w14:textId="77777777" w:rsidR="004B6F69" w:rsidRPr="00C52C1C" w:rsidRDefault="004B6F69" w:rsidP="004B6F69">
      <w:pPr>
        <w:keepNext/>
        <w:spacing w:after="60" w:line="264" w:lineRule="auto"/>
        <w:jc w:val="both"/>
        <w:outlineLvl w:val="3"/>
        <w:rPr>
          <w:rFonts w:asciiTheme="minorHAnsi" w:eastAsia="Times New Roman" w:hAnsiTheme="minorHAnsi"/>
          <w:bCs/>
          <w:i/>
          <w:sz w:val="18"/>
          <w:szCs w:val="18"/>
        </w:rPr>
      </w:pPr>
      <w:r w:rsidRPr="00C52C1C">
        <w:rPr>
          <w:rFonts w:asciiTheme="minorHAnsi" w:eastAsia="Times New Roman" w:hAnsiTheme="minorHAnsi"/>
          <w:b/>
          <w:bCs/>
          <w:i/>
          <w:sz w:val="18"/>
          <w:szCs w:val="18"/>
        </w:rPr>
        <w:t>Poznámka 1:</w:t>
      </w:r>
      <w:r w:rsidRPr="00C52C1C">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E0406F" w14:textId="77777777" w:rsidR="004B6F69" w:rsidRPr="00C52C1C" w:rsidRDefault="004B6F69" w:rsidP="004B6F69">
      <w:pPr>
        <w:keepNext/>
        <w:spacing w:after="60" w:line="264" w:lineRule="auto"/>
        <w:jc w:val="both"/>
        <w:outlineLvl w:val="3"/>
        <w:rPr>
          <w:rFonts w:asciiTheme="minorHAnsi" w:eastAsia="Times New Roman" w:hAnsiTheme="minorHAnsi"/>
          <w:bCs/>
          <w:i/>
          <w:color w:val="FF0000"/>
          <w:sz w:val="18"/>
          <w:szCs w:val="18"/>
        </w:rPr>
      </w:pPr>
      <w:r w:rsidRPr="00C52C1C">
        <w:rPr>
          <w:rFonts w:asciiTheme="minorHAnsi" w:eastAsia="Times New Roman" w:hAnsiTheme="minorHAnsi"/>
          <w:b/>
          <w:bCs/>
          <w:i/>
          <w:sz w:val="18"/>
          <w:szCs w:val="18"/>
        </w:rPr>
        <w:t>Poznámka 2:</w:t>
      </w:r>
      <w:r w:rsidRPr="00C52C1C">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0F14ADA1" w14:textId="77777777" w:rsidR="004B6F69" w:rsidRPr="00C52C1C" w:rsidRDefault="004B6F69" w:rsidP="004B6F69">
      <w:pPr>
        <w:keepNext/>
        <w:spacing w:after="60" w:line="264" w:lineRule="auto"/>
        <w:jc w:val="both"/>
        <w:outlineLvl w:val="3"/>
        <w:rPr>
          <w:rFonts w:eastAsia="Times New Roman"/>
          <w:bCs/>
          <w:i/>
          <w:sz w:val="18"/>
          <w:szCs w:val="18"/>
        </w:rPr>
      </w:pPr>
      <w:r w:rsidRPr="00C52C1C">
        <w:rPr>
          <w:rFonts w:asciiTheme="minorHAnsi" w:eastAsia="Times New Roman" w:hAnsiTheme="minorHAnsi"/>
          <w:b/>
          <w:bCs/>
          <w:i/>
          <w:sz w:val="18"/>
          <w:szCs w:val="18"/>
        </w:rPr>
        <w:t>Poznámka 3:</w:t>
      </w:r>
      <w:r w:rsidRPr="00C52C1C">
        <w:rPr>
          <w:rFonts w:asciiTheme="minorHAnsi" w:eastAsia="Times New Roman" w:hAnsiTheme="minorHAnsi"/>
          <w:bCs/>
          <w:i/>
          <w:sz w:val="18"/>
          <w:szCs w:val="18"/>
        </w:rPr>
        <w:t xml:space="preserve"> Všechny částky v Kč se uvedou v hodnotě bez DPH</w:t>
      </w:r>
      <w:r w:rsidRPr="00C52C1C">
        <w:rPr>
          <w:rFonts w:eastAsia="Times New Roman"/>
          <w:bCs/>
          <w:i/>
          <w:sz w:val="18"/>
          <w:szCs w:val="18"/>
        </w:rPr>
        <w:t>.</w:t>
      </w:r>
    </w:p>
    <w:p w14:paraId="2755C205" w14:textId="77777777" w:rsidR="004B6F69" w:rsidRPr="00C52C1C" w:rsidRDefault="004B6F69" w:rsidP="004B6F69">
      <w:pPr>
        <w:spacing w:after="60" w:line="264" w:lineRule="auto"/>
        <w:jc w:val="both"/>
        <w:outlineLvl w:val="3"/>
        <w:rPr>
          <w:rFonts w:asciiTheme="minorHAnsi" w:hAnsiTheme="minorHAnsi"/>
          <w:bCs/>
          <w:i/>
          <w:sz w:val="18"/>
          <w:szCs w:val="18"/>
        </w:rPr>
      </w:pPr>
      <w:r w:rsidRPr="00C52C1C">
        <w:rPr>
          <w:rFonts w:asciiTheme="minorHAnsi" w:hAnsiTheme="minorHAnsi"/>
          <w:b/>
          <w:bCs/>
          <w:i/>
          <w:sz w:val="18"/>
          <w:szCs w:val="18"/>
        </w:rPr>
        <w:t>Poznámka 4:</w:t>
      </w:r>
      <w:r w:rsidRPr="00C52C1C">
        <w:rPr>
          <w:rFonts w:asciiTheme="minorHAnsi" w:hAnsiTheme="minorHAnsi"/>
          <w:bCs/>
          <w:i/>
          <w:sz w:val="18"/>
          <w:szCs w:val="18"/>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20010D10" w14:textId="77777777" w:rsidR="004B6F69" w:rsidRPr="00C52C1C" w:rsidRDefault="004B6F69" w:rsidP="004B6F69">
      <w:pPr>
        <w:spacing w:after="240" w:line="264" w:lineRule="auto"/>
        <w:rPr>
          <w:rFonts w:asciiTheme="minorHAnsi" w:hAnsiTheme="minorHAnsi"/>
          <w:sz w:val="18"/>
          <w:szCs w:val="18"/>
        </w:rPr>
      </w:pPr>
    </w:p>
    <w:p w14:paraId="635EF115" w14:textId="77777777" w:rsidR="004B6F69" w:rsidRDefault="004B6F69" w:rsidP="004B6F69">
      <w:pPr>
        <w:pStyle w:val="Textbezodsazen"/>
      </w:pPr>
    </w:p>
    <w:p w14:paraId="4C539D67" w14:textId="77777777" w:rsidR="004B6F69" w:rsidRDefault="004B6F69" w:rsidP="004B6F69">
      <w:pPr>
        <w:pStyle w:val="Textbezodsazen"/>
      </w:pPr>
    </w:p>
    <w:p w14:paraId="3ECA4C0A" w14:textId="77777777" w:rsidR="004B6F69" w:rsidRDefault="004B6F69" w:rsidP="004B6F69">
      <w:pPr>
        <w:pStyle w:val="Textbezodsazen"/>
      </w:pPr>
    </w:p>
    <w:p w14:paraId="71D3EA61" w14:textId="77777777" w:rsidR="004B6F69" w:rsidRDefault="004B6F69" w:rsidP="004B6F69">
      <w:pPr>
        <w:pStyle w:val="Textbezodsazen"/>
      </w:pPr>
    </w:p>
    <w:p w14:paraId="52F0F9D4" w14:textId="77777777" w:rsidR="002D7AA5" w:rsidRDefault="002D7AA5" w:rsidP="004B6F69">
      <w:pPr>
        <w:pStyle w:val="Nadpisbezsl1-1"/>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C335A0" w:rsidRDefault="00C335A0" w:rsidP="00962258">
      <w:pPr>
        <w:spacing w:after="0" w:line="240" w:lineRule="auto"/>
      </w:pPr>
      <w:r>
        <w:separator/>
      </w:r>
    </w:p>
  </w:endnote>
  <w:endnote w:type="continuationSeparator" w:id="0">
    <w:p w14:paraId="2330D11E" w14:textId="77777777" w:rsidR="00C335A0" w:rsidRDefault="00C335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1240A483" w14:textId="77777777" w:rsidTr="00F13FDA">
      <w:tc>
        <w:tcPr>
          <w:tcW w:w="1021" w:type="dxa"/>
          <w:vAlign w:val="bottom"/>
        </w:tcPr>
        <w:p w14:paraId="151E8C0E" w14:textId="1F1E0E32" w:rsidR="00C335A0" w:rsidRPr="00B8518B" w:rsidRDefault="00C335A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7622">
            <w:rPr>
              <w:rStyle w:val="slostrnky"/>
              <w:noProof/>
            </w:rPr>
            <w:t>32</w:t>
          </w:r>
          <w:r w:rsidRPr="00B8518B">
            <w:rPr>
              <w:rStyle w:val="slostrnky"/>
            </w:rPr>
            <w:fldChar w:fldCharType="end"/>
          </w:r>
        </w:p>
      </w:tc>
      <w:tc>
        <w:tcPr>
          <w:tcW w:w="0" w:type="auto"/>
          <w:vAlign w:val="bottom"/>
        </w:tcPr>
        <w:p w14:paraId="4FEF9FF2" w14:textId="77777777" w:rsidR="00C335A0" w:rsidRDefault="00C335A0" w:rsidP="00F13FDA">
          <w:pPr>
            <w:pStyle w:val="Zpatvlevo"/>
          </w:pPr>
          <w:r w:rsidRPr="00B41CFD">
            <w:t>Smlouva o dílo</w:t>
          </w:r>
        </w:p>
        <w:p w14:paraId="36D7DCDC" w14:textId="77777777" w:rsidR="00C335A0" w:rsidRPr="003462EB" w:rsidRDefault="00C335A0" w:rsidP="00F13FDA">
          <w:pPr>
            <w:pStyle w:val="Zpatvlevo"/>
          </w:pPr>
          <w:r w:rsidRPr="00B41CFD">
            <w:t>Zhotovení stavby</w:t>
          </w:r>
        </w:p>
      </w:tc>
    </w:tr>
  </w:tbl>
  <w:p w14:paraId="54F3FF18" w14:textId="77777777" w:rsidR="00C335A0" w:rsidRPr="00F13FDA" w:rsidRDefault="00C335A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3C3BD90F" w14:textId="77777777" w:rsidTr="00F13FDA">
      <w:tc>
        <w:tcPr>
          <w:tcW w:w="1021" w:type="dxa"/>
          <w:vAlign w:val="bottom"/>
        </w:tcPr>
        <w:p w14:paraId="607075DB" w14:textId="77777777"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C335A0" w:rsidRPr="00DD4862" w:rsidRDefault="00C335A0" w:rsidP="00F13FDA">
          <w:pPr>
            <w:pStyle w:val="Zpatvlevo"/>
            <w:rPr>
              <w:b/>
            </w:rPr>
          </w:pPr>
          <w:r>
            <w:rPr>
              <w:b/>
            </w:rPr>
            <w:t>Příloha č. 4</w:t>
          </w:r>
        </w:p>
        <w:p w14:paraId="4F45CE3F" w14:textId="77777777" w:rsidR="00C335A0" w:rsidRDefault="00C335A0" w:rsidP="00F13FDA">
          <w:pPr>
            <w:pStyle w:val="Zpatvlevo"/>
          </w:pPr>
          <w:r w:rsidRPr="00B41CFD">
            <w:t>Smlouva o dílo</w:t>
          </w:r>
        </w:p>
        <w:p w14:paraId="44062EBD" w14:textId="77777777" w:rsidR="00C335A0" w:rsidRPr="003462EB" w:rsidRDefault="00C335A0" w:rsidP="00F13FDA">
          <w:pPr>
            <w:pStyle w:val="Zpatvlevo"/>
          </w:pPr>
          <w:r w:rsidRPr="00B41CFD">
            <w:t>Zhotovení stavby</w:t>
          </w:r>
        </w:p>
      </w:tc>
    </w:tr>
  </w:tbl>
  <w:p w14:paraId="5F02EA77" w14:textId="77777777" w:rsidR="00C335A0" w:rsidRPr="00F13FDA" w:rsidRDefault="00C335A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140825AC" w14:textId="77777777" w:rsidTr="00A0271B">
      <w:tc>
        <w:tcPr>
          <w:tcW w:w="0" w:type="auto"/>
          <w:tcMar>
            <w:left w:w="0" w:type="dxa"/>
            <w:right w:w="0" w:type="dxa"/>
          </w:tcMar>
          <w:vAlign w:val="bottom"/>
        </w:tcPr>
        <w:p w14:paraId="5C3D2E8D" w14:textId="77777777" w:rsidR="00C335A0" w:rsidRPr="00DD4862" w:rsidRDefault="00C335A0" w:rsidP="00A0271B">
          <w:pPr>
            <w:pStyle w:val="Zpatvpravo"/>
            <w:rPr>
              <w:b/>
            </w:rPr>
          </w:pPr>
          <w:r w:rsidRPr="00DD4862">
            <w:rPr>
              <w:b/>
            </w:rPr>
            <w:t xml:space="preserve">Příloha č. </w:t>
          </w:r>
          <w:r>
            <w:rPr>
              <w:b/>
            </w:rPr>
            <w:t>4</w:t>
          </w:r>
        </w:p>
        <w:p w14:paraId="322FB8B5" w14:textId="77777777" w:rsidR="00C335A0" w:rsidRPr="003462EB" w:rsidRDefault="00C335A0" w:rsidP="00A0271B">
          <w:pPr>
            <w:pStyle w:val="Zpatvpravo"/>
          </w:pPr>
          <w:r>
            <w:t>Smlouva o dílo</w:t>
          </w:r>
        </w:p>
        <w:p w14:paraId="6BCDB74A"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4DFD9349" w14:textId="45A95A44"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1799FC45" w14:textId="77777777" w:rsidR="00C335A0" w:rsidRPr="00B8518B" w:rsidRDefault="00C335A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324A3DF3" w14:textId="77777777" w:rsidTr="00F13FDA">
      <w:tc>
        <w:tcPr>
          <w:tcW w:w="1021" w:type="dxa"/>
          <w:vAlign w:val="bottom"/>
        </w:tcPr>
        <w:p w14:paraId="1D3932C5" w14:textId="77777777"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C335A0" w:rsidRPr="00DD4862" w:rsidRDefault="00C335A0" w:rsidP="00F13FDA">
          <w:pPr>
            <w:pStyle w:val="Zpatvlevo"/>
            <w:rPr>
              <w:b/>
            </w:rPr>
          </w:pPr>
          <w:r>
            <w:rPr>
              <w:b/>
            </w:rPr>
            <w:t>Příloha č. 5</w:t>
          </w:r>
        </w:p>
        <w:p w14:paraId="376871C6" w14:textId="77777777" w:rsidR="00C335A0" w:rsidRDefault="00C335A0" w:rsidP="00F13FDA">
          <w:pPr>
            <w:pStyle w:val="Zpatvlevo"/>
          </w:pPr>
          <w:r w:rsidRPr="00B41CFD">
            <w:t>Smlouva o dílo</w:t>
          </w:r>
        </w:p>
        <w:p w14:paraId="3CE18223" w14:textId="77777777" w:rsidR="00C335A0" w:rsidRPr="003462EB" w:rsidRDefault="00C335A0" w:rsidP="00F13FDA">
          <w:pPr>
            <w:pStyle w:val="Zpatvlevo"/>
          </w:pPr>
          <w:r w:rsidRPr="00B41CFD">
            <w:t>Zhotovení stavby</w:t>
          </w:r>
        </w:p>
      </w:tc>
    </w:tr>
  </w:tbl>
  <w:p w14:paraId="653766D2" w14:textId="77777777" w:rsidR="00C335A0" w:rsidRPr="00F13FDA" w:rsidRDefault="00C335A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4CAC0333" w14:textId="77777777" w:rsidTr="00A0271B">
      <w:tc>
        <w:tcPr>
          <w:tcW w:w="0" w:type="auto"/>
          <w:tcMar>
            <w:left w:w="0" w:type="dxa"/>
            <w:right w:w="0" w:type="dxa"/>
          </w:tcMar>
          <w:vAlign w:val="bottom"/>
        </w:tcPr>
        <w:p w14:paraId="0A2FA09E" w14:textId="77777777" w:rsidR="00C335A0" w:rsidRPr="00DD4862" w:rsidRDefault="00C335A0" w:rsidP="00A0271B">
          <w:pPr>
            <w:pStyle w:val="Zpatvpravo"/>
            <w:rPr>
              <w:b/>
            </w:rPr>
          </w:pPr>
          <w:r w:rsidRPr="00DD4862">
            <w:rPr>
              <w:b/>
            </w:rPr>
            <w:t xml:space="preserve">Příloha č. </w:t>
          </w:r>
          <w:r>
            <w:rPr>
              <w:b/>
            </w:rPr>
            <w:t>5</w:t>
          </w:r>
        </w:p>
        <w:p w14:paraId="60317C27" w14:textId="77777777" w:rsidR="00C335A0" w:rsidRPr="003462EB" w:rsidRDefault="00C335A0" w:rsidP="00A0271B">
          <w:pPr>
            <w:pStyle w:val="Zpatvpravo"/>
          </w:pPr>
          <w:r>
            <w:t>Smlouva o dílo</w:t>
          </w:r>
        </w:p>
        <w:p w14:paraId="6574CB31"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4CA40DA3" w14:textId="1F7DC0A4"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7E03A553" w14:textId="77777777" w:rsidR="00C335A0" w:rsidRPr="00B8518B" w:rsidRDefault="00C335A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136811E9" w14:textId="77777777" w:rsidTr="00F13FDA">
      <w:tc>
        <w:tcPr>
          <w:tcW w:w="1021" w:type="dxa"/>
          <w:vAlign w:val="bottom"/>
        </w:tcPr>
        <w:p w14:paraId="0F368DE0" w14:textId="34C75DCC"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C7622">
            <w:rPr>
              <w:rStyle w:val="slostrnky"/>
              <w:noProof/>
            </w:rPr>
            <w:t>3</w:t>
          </w:r>
          <w:r>
            <w:rPr>
              <w:rStyle w:val="slostrnky"/>
            </w:rPr>
            <w:fldChar w:fldCharType="end"/>
          </w:r>
        </w:p>
      </w:tc>
      <w:tc>
        <w:tcPr>
          <w:tcW w:w="0" w:type="auto"/>
          <w:vAlign w:val="bottom"/>
        </w:tcPr>
        <w:p w14:paraId="3AED8A11" w14:textId="77777777" w:rsidR="00C335A0" w:rsidRPr="00DD4862" w:rsidRDefault="00C335A0" w:rsidP="00F13FDA">
          <w:pPr>
            <w:pStyle w:val="Zpatvlevo"/>
            <w:rPr>
              <w:b/>
            </w:rPr>
          </w:pPr>
          <w:r>
            <w:rPr>
              <w:b/>
            </w:rPr>
            <w:t>Příloha č. 6</w:t>
          </w:r>
        </w:p>
        <w:p w14:paraId="45D670C9" w14:textId="77777777" w:rsidR="00C335A0" w:rsidRDefault="00C335A0" w:rsidP="00F13FDA">
          <w:pPr>
            <w:pStyle w:val="Zpatvlevo"/>
          </w:pPr>
          <w:r w:rsidRPr="00B41CFD">
            <w:t>Smlouva o dílo</w:t>
          </w:r>
        </w:p>
        <w:p w14:paraId="4EB1BB37" w14:textId="77777777" w:rsidR="00C335A0" w:rsidRPr="003462EB" w:rsidRDefault="00C335A0" w:rsidP="00F13FDA">
          <w:pPr>
            <w:pStyle w:val="Zpatvlevo"/>
          </w:pPr>
          <w:r w:rsidRPr="00B41CFD">
            <w:t>Zhotovení stavby</w:t>
          </w:r>
        </w:p>
      </w:tc>
    </w:tr>
  </w:tbl>
  <w:p w14:paraId="1A83E4D3" w14:textId="77777777" w:rsidR="00C335A0" w:rsidRPr="00F13FDA" w:rsidRDefault="00C335A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7BA38340" w14:textId="77777777" w:rsidTr="00A0271B">
      <w:tc>
        <w:tcPr>
          <w:tcW w:w="0" w:type="auto"/>
          <w:tcMar>
            <w:left w:w="0" w:type="dxa"/>
            <w:right w:w="0" w:type="dxa"/>
          </w:tcMar>
          <w:vAlign w:val="bottom"/>
        </w:tcPr>
        <w:p w14:paraId="5BBDCBB6" w14:textId="77777777" w:rsidR="00C335A0" w:rsidRPr="00DD4862" w:rsidRDefault="00C335A0" w:rsidP="00A0271B">
          <w:pPr>
            <w:pStyle w:val="Zpatvpravo"/>
            <w:rPr>
              <w:b/>
            </w:rPr>
          </w:pPr>
          <w:r w:rsidRPr="00DD4862">
            <w:rPr>
              <w:b/>
            </w:rPr>
            <w:t xml:space="preserve">Příloha č. </w:t>
          </w:r>
          <w:r>
            <w:rPr>
              <w:b/>
            </w:rPr>
            <w:t>6</w:t>
          </w:r>
        </w:p>
        <w:p w14:paraId="1B3CE0C2" w14:textId="77777777" w:rsidR="00C335A0" w:rsidRPr="003462EB" w:rsidRDefault="00C335A0" w:rsidP="00A0271B">
          <w:pPr>
            <w:pStyle w:val="Zpatvpravo"/>
          </w:pPr>
          <w:r>
            <w:t>Smlouva o dílo</w:t>
          </w:r>
        </w:p>
        <w:p w14:paraId="09872B93"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219F699D" w14:textId="775E6561"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3</w:t>
          </w:r>
          <w:r>
            <w:rPr>
              <w:rStyle w:val="slostrnky"/>
            </w:rPr>
            <w:fldChar w:fldCharType="end"/>
          </w:r>
        </w:p>
      </w:tc>
    </w:tr>
  </w:tbl>
  <w:p w14:paraId="4AEF1893" w14:textId="77777777" w:rsidR="00C335A0" w:rsidRPr="00B8518B" w:rsidRDefault="00C335A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11166B56" w14:textId="77777777" w:rsidTr="00F13FDA">
      <w:tc>
        <w:tcPr>
          <w:tcW w:w="1021" w:type="dxa"/>
          <w:vAlign w:val="bottom"/>
        </w:tcPr>
        <w:p w14:paraId="65A08FDB" w14:textId="77777777"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C335A0" w:rsidRPr="00DD4862" w:rsidRDefault="00C335A0" w:rsidP="00F13FDA">
          <w:pPr>
            <w:pStyle w:val="Zpatvlevo"/>
            <w:rPr>
              <w:b/>
            </w:rPr>
          </w:pPr>
          <w:r>
            <w:rPr>
              <w:b/>
            </w:rPr>
            <w:t>Příloha č. 7</w:t>
          </w:r>
        </w:p>
        <w:p w14:paraId="49EBE761" w14:textId="77777777" w:rsidR="00C335A0" w:rsidRDefault="00C335A0" w:rsidP="00F13FDA">
          <w:pPr>
            <w:pStyle w:val="Zpatvlevo"/>
          </w:pPr>
          <w:r w:rsidRPr="00B41CFD">
            <w:t>Smlouva o dílo</w:t>
          </w:r>
        </w:p>
        <w:p w14:paraId="7A184B87" w14:textId="77777777" w:rsidR="00C335A0" w:rsidRPr="003462EB" w:rsidRDefault="00C335A0" w:rsidP="00F13FDA">
          <w:pPr>
            <w:pStyle w:val="Zpatvlevo"/>
          </w:pPr>
          <w:r w:rsidRPr="00B41CFD">
            <w:t>Zhotovení stavby</w:t>
          </w:r>
        </w:p>
      </w:tc>
    </w:tr>
  </w:tbl>
  <w:p w14:paraId="24208E4C" w14:textId="77777777" w:rsidR="00C335A0" w:rsidRPr="00F13FDA" w:rsidRDefault="00C335A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0DD23A08" w14:textId="77777777" w:rsidTr="00A0271B">
      <w:tc>
        <w:tcPr>
          <w:tcW w:w="0" w:type="auto"/>
          <w:tcMar>
            <w:left w:w="0" w:type="dxa"/>
            <w:right w:w="0" w:type="dxa"/>
          </w:tcMar>
          <w:vAlign w:val="bottom"/>
        </w:tcPr>
        <w:p w14:paraId="60B97E7A" w14:textId="77777777" w:rsidR="00C335A0" w:rsidRPr="00DD4862" w:rsidRDefault="00C335A0" w:rsidP="00A0271B">
          <w:pPr>
            <w:pStyle w:val="Zpatvpravo"/>
            <w:rPr>
              <w:b/>
            </w:rPr>
          </w:pPr>
          <w:r w:rsidRPr="00DD4862">
            <w:rPr>
              <w:b/>
            </w:rPr>
            <w:t xml:space="preserve">Příloha č. </w:t>
          </w:r>
          <w:r>
            <w:rPr>
              <w:b/>
            </w:rPr>
            <w:t>7</w:t>
          </w:r>
        </w:p>
        <w:p w14:paraId="47360AB3" w14:textId="77777777" w:rsidR="00C335A0" w:rsidRPr="003462EB" w:rsidRDefault="00C335A0" w:rsidP="00A0271B">
          <w:pPr>
            <w:pStyle w:val="Zpatvpravo"/>
          </w:pPr>
          <w:r>
            <w:t>Smlouva o dílo</w:t>
          </w:r>
        </w:p>
        <w:p w14:paraId="7F4562F2"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23F1C9AA" w14:textId="77B7BF6C"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5508EC05" w14:textId="77777777" w:rsidR="00C335A0" w:rsidRPr="00B8518B" w:rsidRDefault="00C335A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7E738D69" w14:textId="77777777" w:rsidTr="00F13FDA">
      <w:tc>
        <w:tcPr>
          <w:tcW w:w="1021" w:type="dxa"/>
          <w:vAlign w:val="bottom"/>
        </w:tcPr>
        <w:p w14:paraId="502BB4D2" w14:textId="77777777"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C335A0" w:rsidRPr="00DD4862" w:rsidRDefault="00C335A0" w:rsidP="00F13FDA">
          <w:pPr>
            <w:pStyle w:val="Zpatvlevo"/>
            <w:rPr>
              <w:b/>
            </w:rPr>
          </w:pPr>
          <w:r>
            <w:rPr>
              <w:b/>
            </w:rPr>
            <w:t>Příloha č. 8</w:t>
          </w:r>
        </w:p>
        <w:p w14:paraId="120D1055" w14:textId="77777777" w:rsidR="00C335A0" w:rsidRDefault="00C335A0" w:rsidP="00F13FDA">
          <w:pPr>
            <w:pStyle w:val="Zpatvlevo"/>
          </w:pPr>
          <w:r w:rsidRPr="00B41CFD">
            <w:t>Smlouva o dílo</w:t>
          </w:r>
        </w:p>
        <w:p w14:paraId="1A385723" w14:textId="77777777" w:rsidR="00C335A0" w:rsidRPr="003462EB" w:rsidRDefault="00C335A0" w:rsidP="00F13FDA">
          <w:pPr>
            <w:pStyle w:val="Zpatvlevo"/>
          </w:pPr>
          <w:r w:rsidRPr="00B41CFD">
            <w:t>Zhotovení stavby</w:t>
          </w:r>
        </w:p>
      </w:tc>
    </w:tr>
  </w:tbl>
  <w:p w14:paraId="32050216" w14:textId="77777777" w:rsidR="00C335A0" w:rsidRPr="00F13FDA" w:rsidRDefault="00C335A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7D122B19" w14:textId="77777777" w:rsidTr="00A0271B">
      <w:tc>
        <w:tcPr>
          <w:tcW w:w="0" w:type="auto"/>
          <w:tcMar>
            <w:left w:w="0" w:type="dxa"/>
            <w:right w:w="0" w:type="dxa"/>
          </w:tcMar>
          <w:vAlign w:val="bottom"/>
        </w:tcPr>
        <w:p w14:paraId="4A081609" w14:textId="77777777" w:rsidR="00C335A0" w:rsidRPr="00DD4862" w:rsidRDefault="00C335A0" w:rsidP="00A0271B">
          <w:pPr>
            <w:pStyle w:val="Zpatvpravo"/>
            <w:rPr>
              <w:b/>
            </w:rPr>
          </w:pPr>
          <w:r w:rsidRPr="00DD4862">
            <w:rPr>
              <w:b/>
            </w:rPr>
            <w:t xml:space="preserve">Příloha č. </w:t>
          </w:r>
          <w:r>
            <w:rPr>
              <w:b/>
            </w:rPr>
            <w:t>8</w:t>
          </w:r>
        </w:p>
        <w:p w14:paraId="33423AB3" w14:textId="77777777" w:rsidR="00C335A0" w:rsidRPr="003462EB" w:rsidRDefault="00C335A0" w:rsidP="00A0271B">
          <w:pPr>
            <w:pStyle w:val="Zpatvpravo"/>
          </w:pPr>
          <w:r>
            <w:t>Smlouva o dílo</w:t>
          </w:r>
        </w:p>
        <w:p w14:paraId="0ED2C04B"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4627B9DD" w14:textId="4F44B2AE"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3D0C59CA" w14:textId="77777777" w:rsidR="00C335A0" w:rsidRPr="00B8518B" w:rsidRDefault="00C335A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0257CBFB" w14:textId="77777777" w:rsidTr="00F13FDA">
      <w:tc>
        <w:tcPr>
          <w:tcW w:w="0" w:type="auto"/>
          <w:tcMar>
            <w:left w:w="0" w:type="dxa"/>
            <w:right w:w="0" w:type="dxa"/>
          </w:tcMar>
          <w:vAlign w:val="bottom"/>
        </w:tcPr>
        <w:p w14:paraId="79F4B413" w14:textId="77777777" w:rsidR="00C335A0" w:rsidRPr="003462EB" w:rsidRDefault="00C335A0" w:rsidP="00F13FDA">
          <w:pPr>
            <w:pStyle w:val="Zpatvpravo"/>
          </w:pPr>
          <w:r>
            <w:t>Smlouva o dílo</w:t>
          </w:r>
        </w:p>
        <w:p w14:paraId="3BAD2C8C" w14:textId="77777777" w:rsidR="00C335A0" w:rsidRPr="003462EB" w:rsidRDefault="00C335A0" w:rsidP="00F13FDA">
          <w:pPr>
            <w:pStyle w:val="Zpatvpravo"/>
            <w:rPr>
              <w:rStyle w:val="slostrnky"/>
              <w:b w:val="0"/>
              <w:color w:val="auto"/>
              <w:sz w:val="12"/>
            </w:rPr>
          </w:pPr>
          <w:r>
            <w:t xml:space="preserve">Zhotovení stavby </w:t>
          </w:r>
        </w:p>
      </w:tc>
      <w:tc>
        <w:tcPr>
          <w:tcW w:w="1021" w:type="dxa"/>
          <w:vAlign w:val="bottom"/>
        </w:tcPr>
        <w:p w14:paraId="7D92C335" w14:textId="5BEB2F35" w:rsidR="00C335A0" w:rsidRPr="009E09BE" w:rsidRDefault="00C335A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7622">
            <w:rPr>
              <w:rStyle w:val="slostrnky"/>
              <w:noProof/>
            </w:rPr>
            <w:t>32</w:t>
          </w:r>
          <w:r w:rsidRPr="00B8518B">
            <w:rPr>
              <w:rStyle w:val="slostrnky"/>
            </w:rPr>
            <w:fldChar w:fldCharType="end"/>
          </w:r>
        </w:p>
      </w:tc>
    </w:tr>
  </w:tbl>
  <w:p w14:paraId="7D391C3E" w14:textId="77777777" w:rsidR="00C335A0" w:rsidRPr="00B8518B" w:rsidRDefault="00C335A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68E8D4EE" w14:textId="77777777" w:rsidTr="00F13FDA">
      <w:tc>
        <w:tcPr>
          <w:tcW w:w="1021" w:type="dxa"/>
          <w:vAlign w:val="bottom"/>
        </w:tcPr>
        <w:p w14:paraId="3DB9F0B2" w14:textId="7A0C0B8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C7622">
            <w:rPr>
              <w:rStyle w:val="slostrnky"/>
              <w:noProof/>
            </w:rPr>
            <w:t>4</w:t>
          </w:r>
          <w:r>
            <w:rPr>
              <w:rStyle w:val="slostrnky"/>
            </w:rPr>
            <w:fldChar w:fldCharType="end"/>
          </w:r>
        </w:p>
      </w:tc>
      <w:tc>
        <w:tcPr>
          <w:tcW w:w="0" w:type="auto"/>
          <w:vAlign w:val="bottom"/>
        </w:tcPr>
        <w:p w14:paraId="2153B6CE" w14:textId="77777777" w:rsidR="009B03FF" w:rsidRPr="00DD4862" w:rsidRDefault="009B03FF" w:rsidP="00F13FDA">
          <w:pPr>
            <w:pStyle w:val="Zpatvlevo"/>
            <w:rPr>
              <w:b/>
            </w:rPr>
          </w:pPr>
          <w:r>
            <w:rPr>
              <w:b/>
            </w:rPr>
            <w:t xml:space="preserve">Příloha č. </w:t>
          </w:r>
          <w:r w:rsidR="0096011F">
            <w:rPr>
              <w:b/>
            </w:rPr>
            <w:t>10</w:t>
          </w:r>
        </w:p>
        <w:p w14:paraId="2398C405" w14:textId="77777777" w:rsidR="009B03FF" w:rsidRDefault="009B03FF" w:rsidP="00F13FDA">
          <w:pPr>
            <w:pStyle w:val="Zpatvlevo"/>
          </w:pPr>
          <w:r w:rsidRPr="00B41CFD">
            <w:t>Smlouva o dílo</w:t>
          </w:r>
        </w:p>
        <w:p w14:paraId="36A4BCB9" w14:textId="77777777" w:rsidR="009B03FF" w:rsidRPr="003462EB" w:rsidRDefault="009B03FF" w:rsidP="00F13FDA">
          <w:pPr>
            <w:pStyle w:val="Zpatvlevo"/>
          </w:pPr>
          <w:r w:rsidRPr="00B41CFD">
            <w:t>Zhotovení stavby</w:t>
          </w:r>
        </w:p>
      </w:tc>
    </w:tr>
  </w:tbl>
  <w:p w14:paraId="473D927D"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E9B0850" w14:textId="77777777" w:rsidTr="00A0271B">
      <w:tc>
        <w:tcPr>
          <w:tcW w:w="0" w:type="auto"/>
          <w:tcMar>
            <w:left w:w="0" w:type="dxa"/>
            <w:right w:w="0" w:type="dxa"/>
          </w:tcMar>
          <w:vAlign w:val="bottom"/>
        </w:tcPr>
        <w:p w14:paraId="7AA0AB75" w14:textId="77777777" w:rsidR="009B03FF" w:rsidRPr="00DD4862" w:rsidRDefault="009B03FF" w:rsidP="00A0271B">
          <w:pPr>
            <w:pStyle w:val="Zpatvpravo"/>
            <w:rPr>
              <w:b/>
            </w:rPr>
          </w:pPr>
          <w:r w:rsidRPr="00DD4862">
            <w:rPr>
              <w:b/>
            </w:rPr>
            <w:t xml:space="preserve">Příloha č. </w:t>
          </w:r>
          <w:r w:rsidR="00732675">
            <w:rPr>
              <w:b/>
            </w:rPr>
            <w:t>10</w:t>
          </w:r>
        </w:p>
        <w:p w14:paraId="00DEA8AF" w14:textId="77777777" w:rsidR="009B03FF" w:rsidRPr="003462EB" w:rsidRDefault="009B03FF" w:rsidP="00A0271B">
          <w:pPr>
            <w:pStyle w:val="Zpatvpravo"/>
          </w:pPr>
          <w:r>
            <w:t>Smlouva o dílo</w:t>
          </w:r>
        </w:p>
        <w:p w14:paraId="78F9FABE"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9153B92" w14:textId="5D936EBC"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4</w:t>
          </w:r>
          <w:r>
            <w:rPr>
              <w:rStyle w:val="slostrnky"/>
            </w:rPr>
            <w:fldChar w:fldCharType="end"/>
          </w:r>
        </w:p>
      </w:tc>
    </w:tr>
  </w:tbl>
  <w:p w14:paraId="0C9AA85A"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C335A0" w:rsidRDefault="00C335A0" w:rsidP="00C1662E">
    <w:pPr>
      <w:pStyle w:val="Zpat"/>
      <w:rPr>
        <w:sz w:val="2"/>
        <w:szCs w:val="2"/>
      </w:rPr>
    </w:pPr>
  </w:p>
  <w:p w14:paraId="27D1AED5" w14:textId="27C2BE80" w:rsidR="00C335A0" w:rsidRPr="001E4BDC" w:rsidRDefault="00C335A0" w:rsidP="00C1662E">
    <w:pPr>
      <w:pStyle w:val="Zpat"/>
      <w:rPr>
        <w:sz w:val="12"/>
        <w:szCs w:val="12"/>
      </w:rPr>
    </w:pPr>
  </w:p>
  <w:p w14:paraId="322CE0D8" w14:textId="793171DA" w:rsidR="00C335A0" w:rsidRPr="001E4BDC" w:rsidRDefault="00C335A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576E4CB6" w14:textId="77777777" w:rsidTr="00F13FDA">
      <w:tc>
        <w:tcPr>
          <w:tcW w:w="1021" w:type="dxa"/>
          <w:vAlign w:val="bottom"/>
        </w:tcPr>
        <w:p w14:paraId="55FBAD66" w14:textId="0BCA0BE4"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C335A0" w:rsidRPr="00DD4862" w:rsidRDefault="00C335A0" w:rsidP="00F13FDA">
          <w:pPr>
            <w:pStyle w:val="Zpatvlevo"/>
            <w:rPr>
              <w:b/>
            </w:rPr>
          </w:pPr>
          <w:r w:rsidRPr="00DD4862">
            <w:rPr>
              <w:b/>
            </w:rPr>
            <w:t>Příloha č. 1</w:t>
          </w:r>
        </w:p>
        <w:p w14:paraId="09312A8D" w14:textId="77777777" w:rsidR="00C335A0" w:rsidRDefault="00C335A0" w:rsidP="00F13FDA">
          <w:pPr>
            <w:pStyle w:val="Zpatvlevo"/>
          </w:pPr>
          <w:r w:rsidRPr="00B41CFD">
            <w:t>Smlouva o dílo</w:t>
          </w:r>
        </w:p>
        <w:p w14:paraId="3E3A2370" w14:textId="77777777" w:rsidR="00C335A0" w:rsidRPr="003462EB" w:rsidRDefault="00C335A0" w:rsidP="00F13FDA">
          <w:pPr>
            <w:pStyle w:val="Zpatvlevo"/>
          </w:pPr>
          <w:r w:rsidRPr="00B41CFD">
            <w:t>Zhotovení stavby</w:t>
          </w:r>
        </w:p>
      </w:tc>
    </w:tr>
  </w:tbl>
  <w:p w14:paraId="3D81D7D4" w14:textId="77777777" w:rsidR="00C335A0" w:rsidRPr="00F13FDA" w:rsidRDefault="00C335A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C335A0" w:rsidRDefault="00C335A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38DC7AE6" w14:textId="77777777" w:rsidTr="00A0271B">
      <w:tc>
        <w:tcPr>
          <w:tcW w:w="0" w:type="auto"/>
          <w:tcMar>
            <w:left w:w="0" w:type="dxa"/>
            <w:right w:w="0" w:type="dxa"/>
          </w:tcMar>
          <w:vAlign w:val="bottom"/>
        </w:tcPr>
        <w:p w14:paraId="1660DAD1" w14:textId="77777777" w:rsidR="00C335A0" w:rsidRPr="00DD4862" w:rsidRDefault="00C335A0" w:rsidP="00A0271B">
          <w:pPr>
            <w:pStyle w:val="Zpatvpravo"/>
            <w:rPr>
              <w:b/>
            </w:rPr>
          </w:pPr>
          <w:r w:rsidRPr="00DD4862">
            <w:rPr>
              <w:b/>
            </w:rPr>
            <w:t>Příloha č. 1</w:t>
          </w:r>
        </w:p>
        <w:p w14:paraId="1CB749FC" w14:textId="77777777" w:rsidR="00C335A0" w:rsidRPr="003462EB" w:rsidRDefault="00C335A0" w:rsidP="00A0271B">
          <w:pPr>
            <w:pStyle w:val="Zpatvpravo"/>
          </w:pPr>
          <w:r>
            <w:t>Smlouva o dílo</w:t>
          </w:r>
        </w:p>
        <w:p w14:paraId="3E9E1C04" w14:textId="77777777" w:rsidR="00C335A0" w:rsidRPr="003462EB" w:rsidRDefault="00C335A0" w:rsidP="00DD4862">
          <w:pPr>
            <w:pStyle w:val="Zpatvpravo"/>
            <w:rPr>
              <w:rStyle w:val="slostrnky"/>
              <w:b w:val="0"/>
              <w:color w:val="auto"/>
              <w:sz w:val="12"/>
            </w:rPr>
          </w:pPr>
          <w:r w:rsidRPr="003462EB">
            <w:t xml:space="preserve">Zhotovení stavby </w:t>
          </w:r>
        </w:p>
      </w:tc>
      <w:tc>
        <w:tcPr>
          <w:tcW w:w="1021" w:type="dxa"/>
          <w:vAlign w:val="bottom"/>
        </w:tcPr>
        <w:p w14:paraId="52A5ACA1" w14:textId="34F05529" w:rsidR="00C335A0" w:rsidRPr="009E09BE" w:rsidRDefault="00C335A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7D639E4C" w14:textId="77777777" w:rsidR="00C335A0" w:rsidRPr="00B8518B" w:rsidRDefault="00C335A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31324F47" w14:textId="77777777" w:rsidTr="00F13FDA">
      <w:tc>
        <w:tcPr>
          <w:tcW w:w="1021" w:type="dxa"/>
          <w:vAlign w:val="bottom"/>
        </w:tcPr>
        <w:p w14:paraId="4660D5CA" w14:textId="2C6F5129"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0BF68A0A" w14:textId="77777777" w:rsidR="00C335A0" w:rsidRPr="00DD4862" w:rsidRDefault="00C335A0" w:rsidP="00F13FDA">
          <w:pPr>
            <w:pStyle w:val="Zpatvlevo"/>
            <w:rPr>
              <w:b/>
            </w:rPr>
          </w:pPr>
          <w:r>
            <w:rPr>
              <w:b/>
            </w:rPr>
            <w:t>Příloha č. 2</w:t>
          </w:r>
        </w:p>
        <w:p w14:paraId="0C1A6B71" w14:textId="77777777" w:rsidR="00C335A0" w:rsidRDefault="00C335A0" w:rsidP="00F13FDA">
          <w:pPr>
            <w:pStyle w:val="Zpatvlevo"/>
          </w:pPr>
          <w:r w:rsidRPr="00B41CFD">
            <w:t>Smlouva o dílo</w:t>
          </w:r>
        </w:p>
        <w:p w14:paraId="6C987E4D" w14:textId="77777777" w:rsidR="00C335A0" w:rsidRPr="003462EB" w:rsidRDefault="00C335A0" w:rsidP="00F13FDA">
          <w:pPr>
            <w:pStyle w:val="Zpatvlevo"/>
          </w:pPr>
          <w:r w:rsidRPr="00B41CFD">
            <w:t>Zhotovení stavby</w:t>
          </w:r>
        </w:p>
      </w:tc>
    </w:tr>
  </w:tbl>
  <w:p w14:paraId="721821A5" w14:textId="77777777" w:rsidR="00C335A0" w:rsidRPr="00F13FDA" w:rsidRDefault="00C335A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38E8F7EA" w14:textId="77777777" w:rsidTr="00A0271B">
      <w:tc>
        <w:tcPr>
          <w:tcW w:w="0" w:type="auto"/>
          <w:tcMar>
            <w:left w:w="0" w:type="dxa"/>
            <w:right w:w="0" w:type="dxa"/>
          </w:tcMar>
          <w:vAlign w:val="bottom"/>
        </w:tcPr>
        <w:p w14:paraId="12959C17" w14:textId="77777777" w:rsidR="00C335A0" w:rsidRPr="00DD4862" w:rsidRDefault="00C335A0" w:rsidP="00A0271B">
          <w:pPr>
            <w:pStyle w:val="Zpatvpravo"/>
            <w:rPr>
              <w:b/>
            </w:rPr>
          </w:pPr>
          <w:r w:rsidRPr="00DD4862">
            <w:rPr>
              <w:b/>
            </w:rPr>
            <w:t>Příloha č. 2</w:t>
          </w:r>
        </w:p>
        <w:p w14:paraId="1091D5F5" w14:textId="77777777" w:rsidR="00C335A0" w:rsidRPr="003462EB" w:rsidRDefault="00C335A0" w:rsidP="00A0271B">
          <w:pPr>
            <w:pStyle w:val="Zpatvpravo"/>
          </w:pPr>
          <w:r>
            <w:t>Smlouva o dílo</w:t>
          </w:r>
        </w:p>
        <w:p w14:paraId="45C9C2F0"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68484E19" w14:textId="794133AD"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5C7B95E3" w14:textId="77777777" w:rsidR="00C335A0" w:rsidRPr="00B8518B" w:rsidRDefault="00C335A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335A0" w:rsidRPr="003462EB" w14:paraId="1C83CE55" w14:textId="77777777" w:rsidTr="00F13FDA">
      <w:tc>
        <w:tcPr>
          <w:tcW w:w="1021" w:type="dxa"/>
          <w:vAlign w:val="bottom"/>
        </w:tcPr>
        <w:p w14:paraId="5CCDD256" w14:textId="77777777" w:rsidR="00C335A0" w:rsidRPr="00B8518B" w:rsidRDefault="00C335A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C335A0" w:rsidRPr="00DD4862" w:rsidRDefault="00C335A0" w:rsidP="00F13FDA">
          <w:pPr>
            <w:pStyle w:val="Zpatvlevo"/>
            <w:rPr>
              <w:b/>
            </w:rPr>
          </w:pPr>
          <w:r>
            <w:rPr>
              <w:b/>
            </w:rPr>
            <w:t>Příloha č. 3</w:t>
          </w:r>
        </w:p>
        <w:p w14:paraId="4666136E" w14:textId="77777777" w:rsidR="00C335A0" w:rsidRDefault="00C335A0" w:rsidP="00F13FDA">
          <w:pPr>
            <w:pStyle w:val="Zpatvlevo"/>
          </w:pPr>
          <w:r w:rsidRPr="00B41CFD">
            <w:t>Smlouva o dílo</w:t>
          </w:r>
        </w:p>
        <w:p w14:paraId="55042ECA" w14:textId="77777777" w:rsidR="00C335A0" w:rsidRPr="003462EB" w:rsidRDefault="00C335A0" w:rsidP="00F13FDA">
          <w:pPr>
            <w:pStyle w:val="Zpatvlevo"/>
          </w:pPr>
          <w:r w:rsidRPr="00B41CFD">
            <w:t>Zhotovení stavby</w:t>
          </w:r>
        </w:p>
      </w:tc>
    </w:tr>
  </w:tbl>
  <w:p w14:paraId="078F4948" w14:textId="77777777" w:rsidR="00C335A0" w:rsidRPr="00F13FDA" w:rsidRDefault="00C335A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335A0" w:rsidRPr="009E09BE" w14:paraId="236B1D3C" w14:textId="77777777" w:rsidTr="00A0271B">
      <w:tc>
        <w:tcPr>
          <w:tcW w:w="0" w:type="auto"/>
          <w:tcMar>
            <w:left w:w="0" w:type="dxa"/>
            <w:right w:w="0" w:type="dxa"/>
          </w:tcMar>
          <w:vAlign w:val="bottom"/>
        </w:tcPr>
        <w:p w14:paraId="1DE31B10" w14:textId="77777777" w:rsidR="00C335A0" w:rsidRPr="00DD4862" w:rsidRDefault="00C335A0" w:rsidP="00A0271B">
          <w:pPr>
            <w:pStyle w:val="Zpatvpravo"/>
            <w:rPr>
              <w:b/>
            </w:rPr>
          </w:pPr>
          <w:r w:rsidRPr="00DD4862">
            <w:rPr>
              <w:b/>
            </w:rPr>
            <w:t xml:space="preserve">Příloha č. </w:t>
          </w:r>
          <w:r>
            <w:rPr>
              <w:b/>
            </w:rPr>
            <w:t>3</w:t>
          </w:r>
        </w:p>
        <w:p w14:paraId="2C91EB49" w14:textId="77777777" w:rsidR="00C335A0" w:rsidRPr="003462EB" w:rsidRDefault="00C335A0" w:rsidP="00A0271B">
          <w:pPr>
            <w:pStyle w:val="Zpatvpravo"/>
          </w:pPr>
          <w:r>
            <w:t>Smlouva o dílo</w:t>
          </w:r>
        </w:p>
        <w:p w14:paraId="74FC2B61" w14:textId="77777777" w:rsidR="00C335A0" w:rsidRPr="003462EB" w:rsidRDefault="00C335A0" w:rsidP="00A0271B">
          <w:pPr>
            <w:pStyle w:val="Zpatvpravo"/>
            <w:rPr>
              <w:rStyle w:val="slostrnky"/>
              <w:b w:val="0"/>
              <w:color w:val="auto"/>
              <w:sz w:val="12"/>
            </w:rPr>
          </w:pPr>
          <w:r w:rsidRPr="003462EB">
            <w:t xml:space="preserve">Zhotovení stavby </w:t>
          </w:r>
        </w:p>
      </w:tc>
      <w:tc>
        <w:tcPr>
          <w:tcW w:w="1021" w:type="dxa"/>
          <w:vAlign w:val="bottom"/>
        </w:tcPr>
        <w:p w14:paraId="09191C9B" w14:textId="411CA119" w:rsidR="00C335A0" w:rsidRPr="009E09BE" w:rsidRDefault="00C335A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C76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C7622">
            <w:rPr>
              <w:rStyle w:val="slostrnky"/>
              <w:noProof/>
            </w:rPr>
            <w:t>1</w:t>
          </w:r>
          <w:r>
            <w:rPr>
              <w:rStyle w:val="slostrnky"/>
            </w:rPr>
            <w:fldChar w:fldCharType="end"/>
          </w:r>
        </w:p>
      </w:tc>
    </w:tr>
  </w:tbl>
  <w:p w14:paraId="5F4D3FBE" w14:textId="77777777" w:rsidR="00C335A0" w:rsidRPr="00B8518B" w:rsidRDefault="00C335A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C335A0" w:rsidRDefault="00C335A0" w:rsidP="00962258">
      <w:pPr>
        <w:spacing w:after="0" w:line="240" w:lineRule="auto"/>
      </w:pPr>
      <w:r>
        <w:separator/>
      </w:r>
    </w:p>
  </w:footnote>
  <w:footnote w:type="continuationSeparator" w:id="0">
    <w:p w14:paraId="0378FD30" w14:textId="77777777" w:rsidR="00C335A0" w:rsidRDefault="00C335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35A0" w14:paraId="3B79F732" w14:textId="77777777" w:rsidTr="00B22106">
      <w:trPr>
        <w:trHeight w:hRule="exact" w:val="936"/>
      </w:trPr>
      <w:tc>
        <w:tcPr>
          <w:tcW w:w="1361" w:type="dxa"/>
          <w:tcMar>
            <w:left w:w="0" w:type="dxa"/>
            <w:right w:w="0" w:type="dxa"/>
          </w:tcMar>
        </w:tcPr>
        <w:p w14:paraId="227E3247" w14:textId="77777777" w:rsidR="00C335A0" w:rsidRPr="00B8518B" w:rsidRDefault="00C335A0" w:rsidP="00FC6389">
          <w:pPr>
            <w:pStyle w:val="Zpat"/>
            <w:rPr>
              <w:rStyle w:val="slostrnky"/>
            </w:rPr>
          </w:pPr>
        </w:p>
      </w:tc>
      <w:tc>
        <w:tcPr>
          <w:tcW w:w="3458" w:type="dxa"/>
          <w:shd w:val="clear" w:color="auto" w:fill="auto"/>
          <w:tcMar>
            <w:left w:w="0" w:type="dxa"/>
            <w:right w:w="0" w:type="dxa"/>
          </w:tcMar>
        </w:tcPr>
        <w:p w14:paraId="5E5B8C22" w14:textId="19B2EC42" w:rsidR="00C335A0" w:rsidRDefault="00C335A0"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5330154B" w:rsidR="00C335A0" w:rsidRPr="00D6163D" w:rsidRDefault="00C335A0" w:rsidP="00FC6389">
          <w:pPr>
            <w:pStyle w:val="Druhdokumentu"/>
          </w:pPr>
        </w:p>
      </w:tc>
    </w:tr>
    <w:tr w:rsidR="00C335A0" w14:paraId="1DFD2EDD" w14:textId="77777777" w:rsidTr="00B22106">
      <w:trPr>
        <w:trHeight w:hRule="exact" w:val="936"/>
      </w:trPr>
      <w:tc>
        <w:tcPr>
          <w:tcW w:w="1361" w:type="dxa"/>
          <w:tcMar>
            <w:left w:w="0" w:type="dxa"/>
            <w:right w:w="0" w:type="dxa"/>
          </w:tcMar>
        </w:tcPr>
        <w:p w14:paraId="510D1780" w14:textId="77777777" w:rsidR="00C335A0" w:rsidRPr="00B8518B" w:rsidRDefault="00C335A0" w:rsidP="00FC6389">
          <w:pPr>
            <w:pStyle w:val="Zpat"/>
            <w:rPr>
              <w:rStyle w:val="slostrnky"/>
            </w:rPr>
          </w:pPr>
        </w:p>
      </w:tc>
      <w:tc>
        <w:tcPr>
          <w:tcW w:w="3458" w:type="dxa"/>
          <w:shd w:val="clear" w:color="auto" w:fill="auto"/>
          <w:tcMar>
            <w:left w:w="0" w:type="dxa"/>
            <w:right w:w="0" w:type="dxa"/>
          </w:tcMar>
        </w:tcPr>
        <w:p w14:paraId="7E4B5746" w14:textId="77777777" w:rsidR="00C335A0" w:rsidRDefault="00C335A0" w:rsidP="00FC6389">
          <w:pPr>
            <w:pStyle w:val="Zpat"/>
          </w:pPr>
        </w:p>
      </w:tc>
      <w:tc>
        <w:tcPr>
          <w:tcW w:w="5756" w:type="dxa"/>
          <w:shd w:val="clear" w:color="auto" w:fill="auto"/>
          <w:tcMar>
            <w:left w:w="0" w:type="dxa"/>
            <w:right w:w="0" w:type="dxa"/>
          </w:tcMar>
        </w:tcPr>
        <w:p w14:paraId="2B60071A" w14:textId="77777777" w:rsidR="00C335A0" w:rsidRPr="00D6163D" w:rsidRDefault="00C335A0" w:rsidP="00FC6389">
          <w:pPr>
            <w:pStyle w:val="Druhdokumentu"/>
          </w:pPr>
        </w:p>
      </w:tc>
    </w:tr>
  </w:tbl>
  <w:p w14:paraId="14FB9387" w14:textId="77777777" w:rsidR="00C335A0" w:rsidRPr="00D6163D" w:rsidRDefault="00C335A0" w:rsidP="00FC6389">
    <w:pPr>
      <w:pStyle w:val="Zhlav"/>
      <w:rPr>
        <w:sz w:val="8"/>
        <w:szCs w:val="8"/>
      </w:rPr>
    </w:pPr>
  </w:p>
  <w:p w14:paraId="12576136" w14:textId="77777777" w:rsidR="00C335A0" w:rsidRPr="00460660" w:rsidRDefault="00C335A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C335A0" w:rsidRPr="00D6163D" w:rsidRDefault="00C335A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C335A0" w:rsidRPr="00D6163D" w:rsidRDefault="00C335A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C335A0" w:rsidRPr="00D6163D" w:rsidRDefault="00C335A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C335A0" w:rsidRPr="00D6163D" w:rsidRDefault="00C335A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C335A0" w:rsidRPr="00D6163D" w:rsidRDefault="00C335A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C335A0" w:rsidRPr="00D6163D" w:rsidRDefault="00C335A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C335A0" w:rsidRPr="00D6163D" w:rsidRDefault="00C335A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387C4"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1C0E"/>
    <w:multiLevelType w:val="hybridMultilevel"/>
    <w:tmpl w:val="D7625E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1"/>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1"/>
  </w:num>
  <w:num w:numId="27">
    <w:abstractNumId w:val="1"/>
  </w:num>
  <w:num w:numId="28">
    <w:abstractNumId w:val="3"/>
  </w:num>
  <w:num w:numId="29">
    <w:abstractNumId w:val="3"/>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
  </w:num>
  <w:num w:numId="37">
    <w:abstractNumId w:val="10"/>
  </w:num>
  <w:num w:numId="38">
    <w:abstractNumId w:val="1"/>
  </w:num>
  <w:num w:numId="39">
    <w:abstractNumId w:val="8"/>
  </w:num>
  <w:num w:numId="40">
    <w:abstractNumId w:val="1"/>
  </w:num>
  <w:num w:numId="41">
    <w:abstractNumId w:val="1"/>
  </w:num>
  <w:num w:numId="42">
    <w:abstractNumId w:val="12"/>
  </w:num>
  <w:num w:numId="43">
    <w:abstractNumId w:val="17"/>
  </w:num>
  <w:num w:numId="44">
    <w:abstractNumId w:val="1"/>
  </w:num>
  <w:num w:numId="45">
    <w:abstractNumId w:val="1"/>
  </w:num>
  <w:num w:numId="46">
    <w:abstractNumId w:val="1"/>
  </w:num>
  <w:num w:numId="47">
    <w:abstractNumId w:val="1"/>
  </w:num>
  <w:num w:numId="48">
    <w:abstractNumId w:val="6"/>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B2238"/>
    <w:rsid w:val="002C03CB"/>
    <w:rsid w:val="002C0721"/>
    <w:rsid w:val="002C31BF"/>
    <w:rsid w:val="002D7AA5"/>
    <w:rsid w:val="002D7FD6"/>
    <w:rsid w:val="002E0CD7"/>
    <w:rsid w:val="002E0CFB"/>
    <w:rsid w:val="002E5C7B"/>
    <w:rsid w:val="002F31D9"/>
    <w:rsid w:val="002F4333"/>
    <w:rsid w:val="002F684C"/>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3C3E"/>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B6F69"/>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3DFF"/>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25D2"/>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0905"/>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C7622"/>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335A0"/>
    <w:rsid w:val="00C3463B"/>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4240"/>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4B6F69"/>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CA5480A-728C-4F34-8E58-1EEB4AEB0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32</Pages>
  <Words>6360</Words>
  <Characters>37530</Characters>
  <Application>Microsoft Office Word</Application>
  <DocSecurity>0</DocSecurity>
  <Lines>312</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6</cp:revision>
  <cp:lastPrinted>2021-01-26T08:00:00Z</cp:lastPrinted>
  <dcterms:created xsi:type="dcterms:W3CDTF">2023-05-30T05:50:00Z</dcterms:created>
  <dcterms:modified xsi:type="dcterms:W3CDTF">2023-06-05T07:43:00Z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